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4E3" w:rsidRDefault="00D146F1" w:rsidP="006E33A0">
      <w:pPr>
        <w:pStyle w:val="Heading1"/>
      </w:pPr>
      <w:r>
        <w:t xml:space="preserve">Additional Junior EPQ </w:t>
      </w:r>
      <w:proofErr w:type="spellStart"/>
      <w:r>
        <w:t>Scorekeys</w:t>
      </w:r>
      <w:proofErr w:type="spellEnd"/>
    </w:p>
    <w:p w:rsidR="00435BD6" w:rsidRDefault="00435BD6" w:rsidP="006F16DD">
      <w:pPr>
        <w:rPr>
          <w:sz w:val="22"/>
        </w:rPr>
      </w:pPr>
    </w:p>
    <w:p w:rsidR="00984908" w:rsidRPr="006F16DD" w:rsidRDefault="00984908" w:rsidP="006F16DD">
      <w:pPr>
        <w:rPr>
          <w:sz w:val="22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720"/>
        <w:gridCol w:w="8352"/>
      </w:tblGrid>
      <w:tr w:rsidR="006F16DD" w:rsidRPr="006F16DD" w:rsidTr="00FD7F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4" w:type="dxa"/>
            <w:gridSpan w:val="3"/>
          </w:tcPr>
          <w:p w:rsidR="006F16DD" w:rsidRPr="006F16DD" w:rsidRDefault="006F16DD" w:rsidP="006F16DD">
            <w:pPr>
              <w:pStyle w:val="Heading2"/>
              <w:rPr>
                <w:color w:val="FF0000"/>
              </w:rPr>
            </w:pPr>
            <w:r w:rsidRPr="006F16DD">
              <w:t xml:space="preserve">Austria Junior </w:t>
            </w:r>
            <w:r w:rsidRPr="006F16DD">
              <w:rPr>
                <w:color w:val="FF0000"/>
              </w:rPr>
              <w:t>97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6F16DD" w:rsidRPr="006F16DD" w:rsidRDefault="006F16DD" w:rsidP="006F16DD">
            <w:pPr>
              <w:rPr>
                <w:b/>
                <w:sz w:val="22"/>
              </w:rPr>
            </w:pPr>
            <w:r w:rsidRPr="006F16DD">
              <w:rPr>
                <w:b/>
                <w:sz w:val="22"/>
              </w:rPr>
              <w:t>P</w:t>
            </w: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b/>
                <w:color w:val="FF0000"/>
                <w:sz w:val="22"/>
              </w:rPr>
            </w:pPr>
            <w:r w:rsidRPr="006F16DD">
              <w:rPr>
                <w:b/>
                <w:color w:val="FF0000"/>
                <w:sz w:val="22"/>
              </w:rPr>
              <w:t>18</w:t>
            </w:r>
          </w:p>
        </w:tc>
        <w:tc>
          <w:tcPr>
            <w:tcW w:w="8352" w:type="dxa"/>
            <w:shd w:val="pct20" w:color="auto" w:fill="FFFFFF"/>
          </w:tcPr>
          <w:p w:rsidR="006F16DD" w:rsidRPr="006F16DD" w:rsidRDefault="006F16DD" w:rsidP="006F16DD">
            <w:pPr>
              <w:rPr>
                <w:sz w:val="22"/>
              </w:rPr>
            </w:pP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>
            <w:pPr>
              <w:rPr>
                <w:b/>
                <w:sz w:val="22"/>
              </w:rPr>
            </w:pP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3, 7, 12, 15, 19, 23, 34, 37, 41, 45, 49, 53, 57, 61, 93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>
            <w:pPr>
              <w:rPr>
                <w:sz w:val="2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32, 69, 81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6F16DD" w:rsidRPr="006F16DD" w:rsidRDefault="006F16DD" w:rsidP="006F16DD">
            <w:pPr>
              <w:rPr>
                <w:b/>
                <w:sz w:val="22"/>
              </w:rPr>
            </w:pPr>
            <w:r w:rsidRPr="006F16DD">
              <w:rPr>
                <w:b/>
                <w:sz w:val="22"/>
              </w:rPr>
              <w:t>E</w:t>
            </w: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b/>
                <w:color w:val="FF0000"/>
                <w:sz w:val="22"/>
              </w:rPr>
            </w:pPr>
            <w:r w:rsidRPr="006F16DD">
              <w:rPr>
                <w:b/>
                <w:color w:val="FF0000"/>
                <w:sz w:val="22"/>
              </w:rPr>
              <w:t>24</w:t>
            </w:r>
          </w:p>
        </w:tc>
        <w:tc>
          <w:tcPr>
            <w:tcW w:w="8352" w:type="dxa"/>
            <w:shd w:val="pct20" w:color="auto" w:fill="FFFFFF"/>
          </w:tcPr>
          <w:p w:rsidR="006F16DD" w:rsidRPr="006F16DD" w:rsidRDefault="006F16DD" w:rsidP="006F16DD">
            <w:pPr>
              <w:rPr>
                <w:sz w:val="22"/>
              </w:rPr>
            </w:pP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>
            <w:pPr>
              <w:rPr>
                <w:b/>
                <w:sz w:val="22"/>
              </w:rPr>
            </w:pP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1, 5, 13, 17, 21, 26, 30, 35, 39, 43, 47, 55, 59, 63, 67, 71, 75, 79, 83, 90, 96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>
            <w:pPr>
              <w:rPr>
                <w:sz w:val="2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9, 51, 87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6F16DD" w:rsidRPr="006F16DD" w:rsidRDefault="006F16DD" w:rsidP="006F16DD">
            <w:pPr>
              <w:rPr>
                <w:b/>
                <w:sz w:val="22"/>
              </w:rPr>
            </w:pPr>
            <w:r w:rsidRPr="006F16DD">
              <w:rPr>
                <w:b/>
                <w:sz w:val="22"/>
              </w:rPr>
              <w:t>N</w:t>
            </w: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b/>
                <w:color w:val="FF0000"/>
                <w:sz w:val="22"/>
              </w:rPr>
            </w:pPr>
            <w:r w:rsidRPr="006F16DD">
              <w:rPr>
                <w:b/>
                <w:color w:val="FF0000"/>
                <w:sz w:val="22"/>
              </w:rPr>
              <w:t>21</w:t>
            </w:r>
          </w:p>
        </w:tc>
        <w:tc>
          <w:tcPr>
            <w:tcW w:w="8352" w:type="dxa"/>
            <w:shd w:val="pct20" w:color="auto" w:fill="FFFFFF"/>
          </w:tcPr>
          <w:p w:rsidR="006F16DD" w:rsidRPr="006F16DD" w:rsidRDefault="006F16DD" w:rsidP="006F16DD">
            <w:pPr>
              <w:rPr>
                <w:sz w:val="22"/>
              </w:rPr>
            </w:pP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>
            <w:pPr>
              <w:rPr>
                <w:b/>
                <w:sz w:val="22"/>
              </w:rPr>
            </w:pP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2, 6, 10, 14, 18, 22, 27, 31, 36, 40, 48, 52, 56, 60, 64, 68, 72, 76, 80, 88, 94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>
            <w:pPr>
              <w:rPr>
                <w:sz w:val="2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-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6F16DD" w:rsidRPr="006F16DD" w:rsidRDefault="006F16DD" w:rsidP="006F16DD">
            <w:pPr>
              <w:rPr>
                <w:b/>
                <w:sz w:val="22"/>
              </w:rPr>
            </w:pPr>
            <w:r w:rsidRPr="006F16DD">
              <w:rPr>
                <w:b/>
                <w:sz w:val="22"/>
              </w:rPr>
              <w:t>L</w:t>
            </w: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b/>
                <w:color w:val="FF0000"/>
                <w:sz w:val="22"/>
              </w:rPr>
            </w:pPr>
            <w:r w:rsidRPr="006F16DD">
              <w:rPr>
                <w:b/>
                <w:color w:val="FF0000"/>
                <w:sz w:val="22"/>
              </w:rPr>
              <w:t>23</w:t>
            </w:r>
          </w:p>
        </w:tc>
        <w:tc>
          <w:tcPr>
            <w:tcW w:w="8352" w:type="dxa"/>
            <w:shd w:val="pct20" w:color="auto" w:fill="FFFFFF"/>
          </w:tcPr>
          <w:p w:rsidR="006F16DD" w:rsidRPr="006F16DD" w:rsidRDefault="006F16DD" w:rsidP="006F16DD">
            <w:pPr>
              <w:rPr>
                <w:sz w:val="22"/>
              </w:rPr>
            </w:pP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>
            <w:pPr>
              <w:rPr>
                <w:b/>
                <w:sz w:val="22"/>
              </w:rPr>
            </w:pP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8, 24, 28, 33, 38, 46, 50, 54, 58, 66, 82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No</w:t>
            </w:r>
          </w:p>
        </w:tc>
        <w:tc>
          <w:tcPr>
            <w:tcW w:w="8352" w:type="dxa"/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4, 11, 16, 20, 42, 70, 74, 77, 86, 89, 91, 95</w:t>
            </w:r>
          </w:p>
        </w:tc>
      </w:tr>
    </w:tbl>
    <w:p w:rsidR="006E33A0" w:rsidRDefault="006E33A0">
      <w:pPr>
        <w:rPr>
          <w:sz w:val="22"/>
        </w:rPr>
      </w:pPr>
    </w:p>
    <w:p w:rsidR="006F16DD" w:rsidRDefault="006F16DD">
      <w:pPr>
        <w:rPr>
          <w:sz w:val="22"/>
        </w:rPr>
      </w:pPr>
    </w:p>
    <w:p w:rsidR="006F16DD" w:rsidRPr="006F16DD" w:rsidRDefault="006F16DD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720"/>
        <w:gridCol w:w="8352"/>
      </w:tblGrid>
      <w:tr w:rsidR="006F16DD" w:rsidRPr="006F16DD" w:rsidTr="00FD7F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4" w:type="dxa"/>
            <w:gridSpan w:val="3"/>
          </w:tcPr>
          <w:p w:rsidR="006F16DD" w:rsidRPr="006F16DD" w:rsidRDefault="006F16DD" w:rsidP="006F16DD">
            <w:pPr>
              <w:pStyle w:val="Heading2"/>
              <w:rPr>
                <w:color w:val="FF0000"/>
              </w:rPr>
            </w:pPr>
            <w:r w:rsidRPr="006F16DD">
              <w:t xml:space="preserve">Denmark Junior </w:t>
            </w:r>
            <w:r w:rsidRPr="006F16DD">
              <w:rPr>
                <w:color w:val="FF0000"/>
              </w:rPr>
              <w:t>97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6F16DD" w:rsidRPr="006F16DD" w:rsidRDefault="006F16DD" w:rsidP="006F16DD">
            <w:r w:rsidRPr="006F16DD">
              <w:t>P</w:t>
            </w: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color w:val="FF0000"/>
              </w:rPr>
            </w:pPr>
            <w:r w:rsidRPr="006F16DD">
              <w:rPr>
                <w:color w:val="FF0000"/>
              </w:rPr>
              <w:t>13</w:t>
            </w:r>
          </w:p>
        </w:tc>
        <w:tc>
          <w:tcPr>
            <w:tcW w:w="8352" w:type="dxa"/>
            <w:shd w:val="pct20" w:color="auto" w:fill="FFFFFF"/>
          </w:tcPr>
          <w:p w:rsidR="006F16DD" w:rsidRPr="006F16DD" w:rsidRDefault="006F16DD" w:rsidP="006F16DD"/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/>
        </w:tc>
        <w:tc>
          <w:tcPr>
            <w:tcW w:w="720" w:type="dxa"/>
          </w:tcPr>
          <w:p w:rsidR="006F16DD" w:rsidRPr="006F16DD" w:rsidRDefault="006F16DD" w:rsidP="006F16DD">
            <w:r w:rsidRPr="006F16DD">
              <w:t>Yes</w:t>
            </w:r>
          </w:p>
        </w:tc>
        <w:tc>
          <w:tcPr>
            <w:tcW w:w="8352" w:type="dxa"/>
          </w:tcPr>
          <w:p w:rsidR="006F16DD" w:rsidRPr="006F16DD" w:rsidRDefault="006F16DD" w:rsidP="006F16DD">
            <w:r w:rsidRPr="006F16DD">
              <w:t>3, 7, 12, 15, 23, 37, 41, 45, 53, 57, 61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/>
        </w:tc>
        <w:tc>
          <w:tcPr>
            <w:tcW w:w="720" w:type="dxa"/>
            <w:tcBorders>
              <w:bottom w:val="nil"/>
            </w:tcBorders>
          </w:tcPr>
          <w:p w:rsidR="006F16DD" w:rsidRPr="006F16DD" w:rsidRDefault="006F16DD" w:rsidP="006F16DD">
            <w:r w:rsidRPr="006F16DD"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6F16DD" w:rsidRPr="006F16DD" w:rsidRDefault="006F16DD" w:rsidP="006F16DD">
            <w:r w:rsidRPr="006F16DD">
              <w:t>32, 69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6F16DD" w:rsidRPr="006F16DD" w:rsidRDefault="006F16DD" w:rsidP="006F16DD">
            <w:r w:rsidRPr="006F16DD">
              <w:t>E</w:t>
            </w: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color w:val="FF0000"/>
              </w:rPr>
            </w:pPr>
            <w:r w:rsidRPr="006F16DD">
              <w:rPr>
                <w:color w:val="FF0000"/>
              </w:rPr>
              <w:t>19</w:t>
            </w:r>
          </w:p>
        </w:tc>
        <w:tc>
          <w:tcPr>
            <w:tcW w:w="8352" w:type="dxa"/>
            <w:shd w:val="pct20" w:color="auto" w:fill="FFFFFF"/>
          </w:tcPr>
          <w:p w:rsidR="006F16DD" w:rsidRPr="006F16DD" w:rsidRDefault="006F16DD" w:rsidP="006F16DD"/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/>
        </w:tc>
        <w:tc>
          <w:tcPr>
            <w:tcW w:w="720" w:type="dxa"/>
          </w:tcPr>
          <w:p w:rsidR="006F16DD" w:rsidRPr="006F16DD" w:rsidRDefault="006F16DD" w:rsidP="006F16DD">
            <w:r w:rsidRPr="006F16DD">
              <w:t>Yes</w:t>
            </w:r>
          </w:p>
        </w:tc>
        <w:tc>
          <w:tcPr>
            <w:tcW w:w="8352" w:type="dxa"/>
          </w:tcPr>
          <w:p w:rsidR="006F16DD" w:rsidRPr="006F16DD" w:rsidRDefault="006F16DD" w:rsidP="006F16DD">
            <w:r w:rsidRPr="006F16DD">
              <w:t>1, 13, 17, 21, 26, 30, 35, 39, 43, 47, 59, 67, 71, 75, 79, 83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/>
        </w:tc>
        <w:tc>
          <w:tcPr>
            <w:tcW w:w="720" w:type="dxa"/>
            <w:tcBorders>
              <w:bottom w:val="nil"/>
            </w:tcBorders>
          </w:tcPr>
          <w:p w:rsidR="006F16DD" w:rsidRPr="006F16DD" w:rsidRDefault="006F16DD" w:rsidP="006F16DD">
            <w:r w:rsidRPr="006F16DD"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6F16DD" w:rsidRPr="006F16DD" w:rsidRDefault="006F16DD" w:rsidP="006F16DD">
            <w:r w:rsidRPr="006F16DD">
              <w:t>9, 51, 87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6F16DD" w:rsidRPr="006F16DD" w:rsidRDefault="006F16DD" w:rsidP="006F16DD">
            <w:r w:rsidRPr="006F16DD">
              <w:t>N</w:t>
            </w: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color w:val="FF0000"/>
              </w:rPr>
            </w:pPr>
            <w:r w:rsidRPr="006F16DD">
              <w:rPr>
                <w:color w:val="FF0000"/>
              </w:rPr>
              <w:t>17</w:t>
            </w:r>
          </w:p>
        </w:tc>
        <w:tc>
          <w:tcPr>
            <w:tcW w:w="8352" w:type="dxa"/>
            <w:shd w:val="pct20" w:color="auto" w:fill="FFFFFF"/>
          </w:tcPr>
          <w:p w:rsidR="006F16DD" w:rsidRPr="006F16DD" w:rsidRDefault="006F16DD" w:rsidP="006F16DD"/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/>
        </w:tc>
        <w:tc>
          <w:tcPr>
            <w:tcW w:w="720" w:type="dxa"/>
          </w:tcPr>
          <w:p w:rsidR="006F16DD" w:rsidRPr="006F16DD" w:rsidRDefault="006F16DD" w:rsidP="006F16DD">
            <w:r w:rsidRPr="006F16DD">
              <w:t>Yes</w:t>
            </w:r>
          </w:p>
        </w:tc>
        <w:tc>
          <w:tcPr>
            <w:tcW w:w="8352" w:type="dxa"/>
          </w:tcPr>
          <w:p w:rsidR="006F16DD" w:rsidRPr="006F16DD" w:rsidRDefault="006F16DD" w:rsidP="006F16DD">
            <w:r w:rsidRPr="006F16DD">
              <w:t>2, 6, 10, 14, 18, 22, 31, 36, 48, 52, 56, 64, 68, 76, 80, 88, 94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/>
        </w:tc>
        <w:tc>
          <w:tcPr>
            <w:tcW w:w="720" w:type="dxa"/>
            <w:tcBorders>
              <w:bottom w:val="nil"/>
            </w:tcBorders>
          </w:tcPr>
          <w:p w:rsidR="006F16DD" w:rsidRPr="006F16DD" w:rsidRDefault="006F16DD" w:rsidP="006F16DD">
            <w:r w:rsidRPr="006F16DD"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6F16DD" w:rsidRPr="006F16DD" w:rsidRDefault="006F16DD" w:rsidP="006F16DD">
            <w:r w:rsidRPr="006F16DD">
              <w:t>-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6F16DD" w:rsidRPr="006F16DD" w:rsidRDefault="006F16DD" w:rsidP="006F16DD">
            <w:r w:rsidRPr="006F16DD">
              <w:t>L</w:t>
            </w: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color w:val="FF0000"/>
              </w:rPr>
            </w:pPr>
            <w:r w:rsidRPr="006F16DD">
              <w:rPr>
                <w:color w:val="FF0000"/>
              </w:rPr>
              <w:t>19</w:t>
            </w:r>
          </w:p>
        </w:tc>
        <w:tc>
          <w:tcPr>
            <w:tcW w:w="8352" w:type="dxa"/>
            <w:shd w:val="pct20" w:color="auto" w:fill="FFFFFF"/>
          </w:tcPr>
          <w:p w:rsidR="006F16DD" w:rsidRPr="006F16DD" w:rsidRDefault="006F16DD" w:rsidP="006F16DD"/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/>
        </w:tc>
        <w:tc>
          <w:tcPr>
            <w:tcW w:w="720" w:type="dxa"/>
          </w:tcPr>
          <w:p w:rsidR="006F16DD" w:rsidRPr="006F16DD" w:rsidRDefault="006F16DD" w:rsidP="006F16DD">
            <w:r w:rsidRPr="006F16DD">
              <w:t>Yes</w:t>
            </w:r>
          </w:p>
        </w:tc>
        <w:tc>
          <w:tcPr>
            <w:tcW w:w="8352" w:type="dxa"/>
          </w:tcPr>
          <w:p w:rsidR="006F16DD" w:rsidRPr="006F16DD" w:rsidRDefault="006F16DD" w:rsidP="006F16DD">
            <w:r w:rsidRPr="006F16DD">
              <w:t>8, 24, 28, 33, 38, 46, 50, 54, 66, 82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/>
        </w:tc>
        <w:tc>
          <w:tcPr>
            <w:tcW w:w="720" w:type="dxa"/>
          </w:tcPr>
          <w:p w:rsidR="006F16DD" w:rsidRPr="006F16DD" w:rsidRDefault="006F16DD" w:rsidP="006F16DD">
            <w:r w:rsidRPr="006F16DD">
              <w:t>No</w:t>
            </w:r>
          </w:p>
        </w:tc>
        <w:tc>
          <w:tcPr>
            <w:tcW w:w="8352" w:type="dxa"/>
          </w:tcPr>
          <w:p w:rsidR="006F16DD" w:rsidRPr="006F16DD" w:rsidRDefault="006F16DD" w:rsidP="006F16DD">
            <w:r w:rsidRPr="006F16DD">
              <w:t>4, 11, 16, 20, 42, 70, 77, 86, 89</w:t>
            </w:r>
          </w:p>
        </w:tc>
      </w:tr>
    </w:tbl>
    <w:p w:rsidR="006F16DD" w:rsidRDefault="006F16DD"/>
    <w:p w:rsidR="006F16DD" w:rsidRDefault="006F16DD">
      <w:r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720"/>
        <w:gridCol w:w="8352"/>
      </w:tblGrid>
      <w:tr w:rsidR="006F16DD" w:rsidRPr="006F16DD" w:rsidTr="00FD7F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4" w:type="dxa"/>
            <w:gridSpan w:val="3"/>
          </w:tcPr>
          <w:p w:rsidR="006F16DD" w:rsidRPr="006F16DD" w:rsidRDefault="006F16DD" w:rsidP="006F16DD">
            <w:pPr>
              <w:pStyle w:val="Heading2"/>
              <w:rPr>
                <w:color w:val="FF0000"/>
              </w:rPr>
            </w:pPr>
            <w:r w:rsidRPr="006F16DD">
              <w:t xml:space="preserve">Greece Junior </w:t>
            </w:r>
            <w:r w:rsidRPr="006F16DD">
              <w:rPr>
                <w:color w:val="FF0000"/>
              </w:rPr>
              <w:t>97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P</w:t>
            </w: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color w:val="FF0000"/>
                <w:sz w:val="22"/>
              </w:rPr>
            </w:pPr>
            <w:r w:rsidRPr="006F16DD">
              <w:rPr>
                <w:color w:val="FF0000"/>
                <w:sz w:val="22"/>
              </w:rPr>
              <w:t>17</w:t>
            </w:r>
          </w:p>
        </w:tc>
        <w:tc>
          <w:tcPr>
            <w:tcW w:w="8352" w:type="dxa"/>
            <w:shd w:val="pct20" w:color="auto" w:fill="FFFFFF"/>
          </w:tcPr>
          <w:p w:rsidR="006F16DD" w:rsidRPr="006F16DD" w:rsidRDefault="006F16DD" w:rsidP="006F16DD">
            <w:pPr>
              <w:rPr>
                <w:sz w:val="22"/>
              </w:rPr>
            </w:pP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3, 7, 12, 15, 19, 23, 25, 37, 41, 49, 53, 61, 78, 92, 97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>
            <w:pPr>
              <w:rPr>
                <w:sz w:val="2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32, 69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E</w:t>
            </w: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color w:val="FF0000"/>
                <w:sz w:val="22"/>
              </w:rPr>
            </w:pPr>
            <w:r w:rsidRPr="006F16DD">
              <w:rPr>
                <w:color w:val="FF0000"/>
                <w:sz w:val="22"/>
              </w:rPr>
              <w:t>22</w:t>
            </w:r>
          </w:p>
        </w:tc>
        <w:tc>
          <w:tcPr>
            <w:tcW w:w="8352" w:type="dxa"/>
            <w:shd w:val="pct20" w:color="auto" w:fill="FFFFFF"/>
          </w:tcPr>
          <w:p w:rsidR="006F16DD" w:rsidRPr="006F16DD" w:rsidRDefault="006F16DD" w:rsidP="006F16DD">
            <w:pPr>
              <w:rPr>
                <w:sz w:val="22"/>
              </w:rPr>
            </w:pP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1, 13, 17, 21, 26, 30, 35, 39, 43, 47, 59, 63, 67, 75, 79, 83, 93, 94, 96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>
            <w:pPr>
              <w:rPr>
                <w:sz w:val="2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9, 51, 87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N</w:t>
            </w: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color w:val="FF0000"/>
                <w:sz w:val="22"/>
              </w:rPr>
            </w:pPr>
            <w:r w:rsidRPr="006F16DD">
              <w:rPr>
                <w:color w:val="FF0000"/>
                <w:sz w:val="22"/>
              </w:rPr>
              <w:t>21</w:t>
            </w:r>
          </w:p>
        </w:tc>
        <w:tc>
          <w:tcPr>
            <w:tcW w:w="8352" w:type="dxa"/>
            <w:shd w:val="pct20" w:color="auto" w:fill="FFFFFF"/>
          </w:tcPr>
          <w:p w:rsidR="006F16DD" w:rsidRPr="006F16DD" w:rsidRDefault="006F16DD" w:rsidP="006F16DD">
            <w:pPr>
              <w:rPr>
                <w:sz w:val="22"/>
              </w:rPr>
            </w:pP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10, 14, 18, 22, 27, 31, 36, 40, 44, 45, 48, 52, 60, 64, 68, 72, 73, 76, 80, 85, 88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>
            <w:pPr>
              <w:rPr>
                <w:sz w:val="2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-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L</w:t>
            </w: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color w:val="FF0000"/>
                <w:sz w:val="22"/>
              </w:rPr>
            </w:pPr>
            <w:r w:rsidRPr="006F16DD">
              <w:rPr>
                <w:color w:val="FF0000"/>
                <w:sz w:val="22"/>
              </w:rPr>
              <w:t>24</w:t>
            </w:r>
          </w:p>
        </w:tc>
        <w:tc>
          <w:tcPr>
            <w:tcW w:w="8352" w:type="dxa"/>
            <w:shd w:val="pct20" w:color="auto" w:fill="FFFFFF"/>
          </w:tcPr>
          <w:p w:rsidR="006F16DD" w:rsidRPr="006F16DD" w:rsidRDefault="006F16DD" w:rsidP="006F16DD">
            <w:pPr>
              <w:rPr>
                <w:sz w:val="22"/>
              </w:rPr>
            </w:pP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8, 24, 28, 33, 38, 46, 50, 54, 58, 66, 82</w:t>
            </w:r>
          </w:p>
        </w:tc>
      </w:tr>
      <w:tr w:rsidR="006F16DD" w:rsidRPr="006F16DD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6F16DD" w:rsidRPr="006F16DD" w:rsidRDefault="006F16DD" w:rsidP="006F16DD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No</w:t>
            </w:r>
          </w:p>
        </w:tc>
        <w:tc>
          <w:tcPr>
            <w:tcW w:w="8352" w:type="dxa"/>
          </w:tcPr>
          <w:p w:rsidR="006F16DD" w:rsidRPr="006F16DD" w:rsidRDefault="006F16DD" w:rsidP="006F16DD">
            <w:pPr>
              <w:rPr>
                <w:sz w:val="22"/>
              </w:rPr>
            </w:pPr>
            <w:r w:rsidRPr="006F16DD">
              <w:rPr>
                <w:sz w:val="22"/>
              </w:rPr>
              <w:t>4, 11, 16, 20, 42, 70, 71, 74, 77, 86, 89, 91, 95</w:t>
            </w:r>
          </w:p>
        </w:tc>
      </w:tr>
    </w:tbl>
    <w:p w:rsidR="006F16DD" w:rsidRDefault="006F16DD"/>
    <w:p w:rsidR="001A4A24" w:rsidRDefault="001A4A24"/>
    <w:p w:rsidR="001A4A24" w:rsidRDefault="001A4A2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720"/>
        <w:gridCol w:w="8352"/>
      </w:tblGrid>
      <w:tr w:rsidR="001A4A24" w:rsidRPr="001A4A24" w:rsidTr="00FD7F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4" w:type="dxa"/>
            <w:gridSpan w:val="3"/>
          </w:tcPr>
          <w:p w:rsidR="001A4A24" w:rsidRPr="001A4A24" w:rsidRDefault="001A4A24" w:rsidP="001A4A24">
            <w:pPr>
              <w:pStyle w:val="Heading2"/>
              <w:rPr>
                <w:color w:val="FF0000"/>
              </w:rPr>
            </w:pPr>
            <w:r w:rsidRPr="001A4A24">
              <w:t xml:space="preserve">Hong Kong Junior </w:t>
            </w:r>
            <w:r w:rsidRPr="001A4A24">
              <w:rPr>
                <w:color w:val="FF0000"/>
              </w:rPr>
              <w:t>81</w:t>
            </w:r>
          </w:p>
        </w:tc>
      </w:tr>
      <w:tr w:rsidR="001A4A24" w:rsidRPr="001A4A24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1A4A24" w:rsidRPr="001A4A24" w:rsidRDefault="001A4A24" w:rsidP="001A4A24">
            <w:pPr>
              <w:rPr>
                <w:sz w:val="22"/>
              </w:rPr>
            </w:pPr>
            <w:r w:rsidRPr="001A4A24">
              <w:rPr>
                <w:sz w:val="22"/>
              </w:rPr>
              <w:t>P</w:t>
            </w:r>
          </w:p>
        </w:tc>
        <w:tc>
          <w:tcPr>
            <w:tcW w:w="720" w:type="dxa"/>
          </w:tcPr>
          <w:p w:rsidR="001A4A24" w:rsidRPr="001A4A24" w:rsidRDefault="001A4A24" w:rsidP="001A4A24">
            <w:pPr>
              <w:rPr>
                <w:color w:val="FF0000"/>
                <w:sz w:val="22"/>
              </w:rPr>
            </w:pPr>
            <w:r w:rsidRPr="001A4A24">
              <w:rPr>
                <w:color w:val="FF0000"/>
                <w:sz w:val="22"/>
              </w:rPr>
              <w:t>20</w:t>
            </w:r>
          </w:p>
        </w:tc>
        <w:tc>
          <w:tcPr>
            <w:tcW w:w="8352" w:type="dxa"/>
            <w:shd w:val="pct20" w:color="auto" w:fill="FFFFFF"/>
          </w:tcPr>
          <w:p w:rsidR="001A4A24" w:rsidRPr="001A4A24" w:rsidRDefault="001A4A24" w:rsidP="001A4A24">
            <w:pPr>
              <w:rPr>
                <w:sz w:val="22"/>
              </w:rPr>
            </w:pPr>
          </w:p>
        </w:tc>
      </w:tr>
      <w:tr w:rsidR="001A4A24" w:rsidRPr="001A4A24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1A4A24" w:rsidRPr="001A4A24" w:rsidRDefault="001A4A24" w:rsidP="001A4A24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1A4A24" w:rsidRPr="001A4A24" w:rsidRDefault="001A4A24" w:rsidP="001A4A24">
            <w:pPr>
              <w:rPr>
                <w:sz w:val="22"/>
              </w:rPr>
            </w:pPr>
            <w:r w:rsidRPr="001A4A24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1A4A24" w:rsidRPr="001A4A24" w:rsidRDefault="001A4A24" w:rsidP="001A4A24">
            <w:pPr>
              <w:rPr>
                <w:sz w:val="22"/>
              </w:rPr>
            </w:pPr>
            <w:r w:rsidRPr="001A4A24">
              <w:rPr>
                <w:sz w:val="22"/>
              </w:rPr>
              <w:t>1, 3, 7, 12, 15, 23, 25, 32, 35, 39, 42, 46, 50, 52, 54, 57, 69</w:t>
            </w:r>
          </w:p>
        </w:tc>
      </w:tr>
      <w:tr w:rsidR="001A4A24" w:rsidRPr="001A4A24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1A4A24" w:rsidRPr="001A4A24" w:rsidRDefault="001A4A24" w:rsidP="001A4A24">
            <w:pPr>
              <w:rPr>
                <w:sz w:val="2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1A4A24" w:rsidRPr="001A4A24" w:rsidRDefault="001A4A24" w:rsidP="001A4A24">
            <w:pPr>
              <w:rPr>
                <w:sz w:val="22"/>
              </w:rPr>
            </w:pPr>
            <w:r w:rsidRPr="001A4A24">
              <w:rPr>
                <w:sz w:val="22"/>
              </w:rPr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1A4A24" w:rsidRPr="001A4A24" w:rsidRDefault="001A4A24" w:rsidP="001A4A24">
            <w:pPr>
              <w:rPr>
                <w:sz w:val="22"/>
              </w:rPr>
            </w:pPr>
            <w:r w:rsidRPr="001A4A24">
              <w:rPr>
                <w:sz w:val="22"/>
              </w:rPr>
              <w:t>30, 63, 72</w:t>
            </w:r>
          </w:p>
        </w:tc>
      </w:tr>
      <w:tr w:rsidR="001A4A24" w:rsidRPr="001A4A24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1A4A24" w:rsidRPr="001A4A24" w:rsidRDefault="001A4A24" w:rsidP="001A4A24">
            <w:pPr>
              <w:rPr>
                <w:sz w:val="22"/>
              </w:rPr>
            </w:pPr>
            <w:r w:rsidRPr="001A4A24">
              <w:rPr>
                <w:sz w:val="22"/>
              </w:rPr>
              <w:t>E</w:t>
            </w:r>
          </w:p>
        </w:tc>
        <w:tc>
          <w:tcPr>
            <w:tcW w:w="720" w:type="dxa"/>
          </w:tcPr>
          <w:p w:rsidR="001A4A24" w:rsidRPr="001A4A24" w:rsidRDefault="001A4A24" w:rsidP="001A4A24">
            <w:pPr>
              <w:rPr>
                <w:color w:val="FF0000"/>
                <w:sz w:val="22"/>
              </w:rPr>
            </w:pPr>
            <w:r w:rsidRPr="001A4A24">
              <w:rPr>
                <w:color w:val="FF0000"/>
                <w:sz w:val="22"/>
              </w:rPr>
              <w:t>19</w:t>
            </w:r>
          </w:p>
        </w:tc>
        <w:tc>
          <w:tcPr>
            <w:tcW w:w="8352" w:type="dxa"/>
            <w:shd w:val="pct20" w:color="auto" w:fill="FFFFFF"/>
          </w:tcPr>
          <w:p w:rsidR="001A4A24" w:rsidRPr="001A4A24" w:rsidRDefault="001A4A24" w:rsidP="001A4A24">
            <w:pPr>
              <w:rPr>
                <w:sz w:val="22"/>
              </w:rPr>
            </w:pPr>
          </w:p>
        </w:tc>
      </w:tr>
      <w:tr w:rsidR="001A4A24" w:rsidRPr="001A4A24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1A4A24" w:rsidRPr="001A4A24" w:rsidRDefault="001A4A24" w:rsidP="001A4A24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1A4A24" w:rsidRPr="001A4A24" w:rsidRDefault="001A4A24" w:rsidP="001A4A24">
            <w:pPr>
              <w:rPr>
                <w:sz w:val="22"/>
              </w:rPr>
            </w:pPr>
            <w:r w:rsidRPr="001A4A24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1A4A24" w:rsidRPr="001A4A24" w:rsidRDefault="001A4A24" w:rsidP="001A4A24">
            <w:pPr>
              <w:rPr>
                <w:sz w:val="22"/>
              </w:rPr>
            </w:pPr>
            <w:r w:rsidRPr="001A4A24">
              <w:rPr>
                <w:sz w:val="22"/>
              </w:rPr>
              <w:t>5, 13, 17, 21, 28, 33, 37, 41, 44, 56, 58, 61, 67, 70, 74, 81</w:t>
            </w:r>
          </w:p>
        </w:tc>
      </w:tr>
      <w:tr w:rsidR="001A4A24" w:rsidRPr="001A4A24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1A4A24" w:rsidRPr="001A4A24" w:rsidRDefault="001A4A24" w:rsidP="001A4A24">
            <w:pPr>
              <w:rPr>
                <w:sz w:val="2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1A4A24" w:rsidRPr="001A4A24" w:rsidRDefault="001A4A24" w:rsidP="001A4A24">
            <w:pPr>
              <w:rPr>
                <w:sz w:val="22"/>
              </w:rPr>
            </w:pPr>
            <w:r w:rsidRPr="001A4A24">
              <w:rPr>
                <w:sz w:val="22"/>
              </w:rPr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1A4A24" w:rsidRPr="001A4A24" w:rsidRDefault="001A4A24" w:rsidP="001A4A24">
            <w:pPr>
              <w:rPr>
                <w:sz w:val="22"/>
              </w:rPr>
            </w:pPr>
            <w:r w:rsidRPr="001A4A24">
              <w:rPr>
                <w:sz w:val="22"/>
              </w:rPr>
              <w:t>9, 48, 76</w:t>
            </w:r>
          </w:p>
        </w:tc>
      </w:tr>
      <w:tr w:rsidR="001A4A24" w:rsidRPr="001A4A24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1A4A24" w:rsidRPr="001A4A24" w:rsidRDefault="001A4A24" w:rsidP="001A4A24">
            <w:pPr>
              <w:rPr>
                <w:sz w:val="22"/>
              </w:rPr>
            </w:pPr>
            <w:r w:rsidRPr="001A4A24">
              <w:rPr>
                <w:sz w:val="22"/>
              </w:rPr>
              <w:t>N</w:t>
            </w:r>
          </w:p>
        </w:tc>
        <w:tc>
          <w:tcPr>
            <w:tcW w:w="720" w:type="dxa"/>
          </w:tcPr>
          <w:p w:rsidR="001A4A24" w:rsidRPr="001A4A24" w:rsidRDefault="001A4A24" w:rsidP="001A4A24">
            <w:pPr>
              <w:rPr>
                <w:color w:val="FF0000"/>
                <w:sz w:val="22"/>
              </w:rPr>
            </w:pPr>
            <w:r w:rsidRPr="001A4A24">
              <w:rPr>
                <w:color w:val="FF0000"/>
                <w:sz w:val="22"/>
              </w:rPr>
              <w:t>19</w:t>
            </w:r>
          </w:p>
        </w:tc>
        <w:tc>
          <w:tcPr>
            <w:tcW w:w="8352" w:type="dxa"/>
            <w:shd w:val="pct20" w:color="auto" w:fill="FFFFFF"/>
          </w:tcPr>
          <w:p w:rsidR="001A4A24" w:rsidRPr="001A4A24" w:rsidRDefault="001A4A24" w:rsidP="001A4A24">
            <w:pPr>
              <w:rPr>
                <w:sz w:val="22"/>
              </w:rPr>
            </w:pPr>
          </w:p>
        </w:tc>
      </w:tr>
      <w:tr w:rsidR="001A4A24" w:rsidRPr="001A4A24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1A4A24" w:rsidRPr="001A4A24" w:rsidRDefault="001A4A24" w:rsidP="001A4A24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1A4A24" w:rsidRPr="001A4A24" w:rsidRDefault="001A4A24" w:rsidP="001A4A24">
            <w:pPr>
              <w:rPr>
                <w:sz w:val="22"/>
              </w:rPr>
            </w:pPr>
            <w:r w:rsidRPr="001A4A24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1A4A24" w:rsidRPr="001A4A24" w:rsidRDefault="001A4A24" w:rsidP="001A4A24">
            <w:pPr>
              <w:rPr>
                <w:sz w:val="22"/>
              </w:rPr>
            </w:pPr>
            <w:r w:rsidRPr="001A4A24">
              <w:rPr>
                <w:sz w:val="22"/>
              </w:rPr>
              <w:t>2, 6, 10, 14, 18, 22, 26, 29, 34, 38, 45, 49, 59, 62, 66, 68, 71, 77, 80</w:t>
            </w:r>
          </w:p>
        </w:tc>
      </w:tr>
      <w:tr w:rsidR="001A4A24" w:rsidRPr="001A4A24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1A4A24" w:rsidRPr="001A4A24" w:rsidRDefault="001A4A24" w:rsidP="001A4A24">
            <w:pPr>
              <w:rPr>
                <w:sz w:val="2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1A4A24" w:rsidRPr="001A4A24" w:rsidRDefault="001A4A24" w:rsidP="001A4A24">
            <w:pPr>
              <w:rPr>
                <w:sz w:val="22"/>
              </w:rPr>
            </w:pPr>
            <w:r w:rsidRPr="001A4A24">
              <w:rPr>
                <w:sz w:val="22"/>
              </w:rPr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1A4A24" w:rsidRPr="001A4A24" w:rsidRDefault="001A4A24" w:rsidP="001A4A24">
            <w:pPr>
              <w:rPr>
                <w:sz w:val="22"/>
              </w:rPr>
            </w:pPr>
            <w:r w:rsidRPr="001A4A24">
              <w:rPr>
                <w:sz w:val="22"/>
              </w:rPr>
              <w:t>-</w:t>
            </w:r>
          </w:p>
        </w:tc>
      </w:tr>
      <w:tr w:rsidR="001A4A24" w:rsidRPr="001A4A24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1A4A24" w:rsidRPr="001A4A24" w:rsidRDefault="001A4A24" w:rsidP="001A4A24">
            <w:pPr>
              <w:rPr>
                <w:sz w:val="22"/>
              </w:rPr>
            </w:pPr>
            <w:r w:rsidRPr="001A4A24">
              <w:rPr>
                <w:sz w:val="22"/>
              </w:rPr>
              <w:t>L</w:t>
            </w:r>
          </w:p>
        </w:tc>
        <w:tc>
          <w:tcPr>
            <w:tcW w:w="720" w:type="dxa"/>
          </w:tcPr>
          <w:p w:rsidR="001A4A24" w:rsidRPr="001A4A24" w:rsidRDefault="001A4A24" w:rsidP="001A4A24">
            <w:pPr>
              <w:rPr>
                <w:color w:val="FF0000"/>
                <w:sz w:val="22"/>
              </w:rPr>
            </w:pPr>
            <w:r w:rsidRPr="001A4A24">
              <w:rPr>
                <w:color w:val="FF0000"/>
                <w:sz w:val="22"/>
              </w:rPr>
              <w:t>20</w:t>
            </w:r>
          </w:p>
        </w:tc>
        <w:tc>
          <w:tcPr>
            <w:tcW w:w="8352" w:type="dxa"/>
            <w:shd w:val="pct20" w:color="auto" w:fill="FFFFFF"/>
          </w:tcPr>
          <w:p w:rsidR="001A4A24" w:rsidRPr="001A4A24" w:rsidRDefault="001A4A24" w:rsidP="001A4A24">
            <w:pPr>
              <w:rPr>
                <w:sz w:val="22"/>
              </w:rPr>
            </w:pPr>
          </w:p>
        </w:tc>
      </w:tr>
      <w:tr w:rsidR="001A4A24" w:rsidRPr="001A4A24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1A4A24" w:rsidRPr="001A4A24" w:rsidRDefault="001A4A24" w:rsidP="001A4A24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1A4A24" w:rsidRPr="001A4A24" w:rsidRDefault="001A4A24" w:rsidP="001A4A24">
            <w:pPr>
              <w:rPr>
                <w:sz w:val="22"/>
              </w:rPr>
            </w:pPr>
            <w:r w:rsidRPr="001A4A24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1A4A24" w:rsidRPr="001A4A24" w:rsidRDefault="001A4A24" w:rsidP="001A4A24">
            <w:pPr>
              <w:rPr>
                <w:sz w:val="22"/>
              </w:rPr>
            </w:pPr>
            <w:r w:rsidRPr="001A4A24">
              <w:rPr>
                <w:sz w:val="22"/>
              </w:rPr>
              <w:t>8, 24, 27, 31, 36, 43, 47, 51, 55, 73</w:t>
            </w:r>
          </w:p>
        </w:tc>
      </w:tr>
      <w:tr w:rsidR="001A4A24" w:rsidRPr="001A4A24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1A4A24" w:rsidRPr="001A4A24" w:rsidRDefault="001A4A24" w:rsidP="001A4A24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1A4A24" w:rsidRPr="001A4A24" w:rsidRDefault="001A4A24" w:rsidP="001A4A24">
            <w:pPr>
              <w:rPr>
                <w:sz w:val="22"/>
              </w:rPr>
            </w:pPr>
            <w:r w:rsidRPr="001A4A24">
              <w:rPr>
                <w:sz w:val="22"/>
              </w:rPr>
              <w:t>No</w:t>
            </w:r>
          </w:p>
        </w:tc>
        <w:tc>
          <w:tcPr>
            <w:tcW w:w="8352" w:type="dxa"/>
          </w:tcPr>
          <w:p w:rsidR="001A4A24" w:rsidRPr="001A4A24" w:rsidRDefault="001A4A24" w:rsidP="001A4A24">
            <w:pPr>
              <w:rPr>
                <w:sz w:val="22"/>
              </w:rPr>
            </w:pPr>
            <w:r w:rsidRPr="001A4A24">
              <w:rPr>
                <w:sz w:val="22"/>
              </w:rPr>
              <w:t>4, 11, 16, 20, 40, 53, 64, 65, 75, 78</w:t>
            </w:r>
          </w:p>
        </w:tc>
      </w:tr>
    </w:tbl>
    <w:p w:rsidR="001A4A24" w:rsidRDefault="001A4A24"/>
    <w:p w:rsidR="00714768" w:rsidRDefault="00714768">
      <w:r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720"/>
        <w:gridCol w:w="8352"/>
      </w:tblGrid>
      <w:tr w:rsidR="00714768" w:rsidRPr="00714768" w:rsidTr="00FD7F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4" w:type="dxa"/>
            <w:gridSpan w:val="3"/>
          </w:tcPr>
          <w:p w:rsidR="00714768" w:rsidRPr="00714768" w:rsidRDefault="00714768" w:rsidP="00714768">
            <w:pPr>
              <w:pStyle w:val="Heading2"/>
            </w:pPr>
            <w:r w:rsidRPr="00714768">
              <w:t xml:space="preserve">Hungary Junior </w:t>
            </w:r>
            <w:r w:rsidRPr="00714768">
              <w:rPr>
                <w:color w:val="FF0000"/>
              </w:rPr>
              <w:t xml:space="preserve">110 </w:t>
            </w: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714768" w:rsidRPr="00714768" w:rsidRDefault="00714768" w:rsidP="00714768">
            <w:pPr>
              <w:rPr>
                <w:b/>
                <w:sz w:val="22"/>
              </w:rPr>
            </w:pPr>
            <w:r w:rsidRPr="00714768">
              <w:rPr>
                <w:b/>
                <w:sz w:val="22"/>
              </w:rPr>
              <w:t>P</w:t>
            </w:r>
          </w:p>
        </w:tc>
        <w:tc>
          <w:tcPr>
            <w:tcW w:w="720" w:type="dxa"/>
          </w:tcPr>
          <w:p w:rsidR="00714768" w:rsidRPr="00714768" w:rsidRDefault="00714768" w:rsidP="00714768">
            <w:pPr>
              <w:rPr>
                <w:b/>
                <w:color w:val="FF0000"/>
                <w:sz w:val="22"/>
              </w:rPr>
            </w:pPr>
            <w:r w:rsidRPr="00714768">
              <w:rPr>
                <w:b/>
                <w:color w:val="FF0000"/>
                <w:sz w:val="22"/>
              </w:rPr>
              <w:t>17</w:t>
            </w:r>
          </w:p>
        </w:tc>
        <w:tc>
          <w:tcPr>
            <w:tcW w:w="8352" w:type="dxa"/>
            <w:shd w:val="pct20" w:color="auto" w:fill="FFFFFF"/>
          </w:tcPr>
          <w:p w:rsidR="00714768" w:rsidRPr="00714768" w:rsidRDefault="00714768" w:rsidP="00714768">
            <w:pPr>
              <w:rPr>
                <w:sz w:val="22"/>
              </w:rPr>
            </w:pP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714768" w:rsidRPr="00714768" w:rsidRDefault="00714768" w:rsidP="00714768">
            <w:pPr>
              <w:rPr>
                <w:b/>
                <w:sz w:val="22"/>
              </w:rPr>
            </w:pPr>
          </w:p>
        </w:tc>
        <w:tc>
          <w:tcPr>
            <w:tcW w:w="720" w:type="dxa"/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3, 7, 9, 12, 37, 45, 53, 107, 110</w:t>
            </w: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714768" w:rsidRPr="00714768" w:rsidRDefault="00714768" w:rsidP="00714768">
            <w:pPr>
              <w:rPr>
                <w:sz w:val="2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27, 32, 43, 59, 64, 69, 99, 100</w:t>
            </w: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714768" w:rsidRPr="00714768" w:rsidRDefault="00714768" w:rsidP="00714768">
            <w:pPr>
              <w:rPr>
                <w:b/>
                <w:sz w:val="22"/>
              </w:rPr>
            </w:pPr>
            <w:r w:rsidRPr="00714768">
              <w:rPr>
                <w:b/>
                <w:sz w:val="22"/>
              </w:rPr>
              <w:t>E</w:t>
            </w:r>
          </w:p>
        </w:tc>
        <w:tc>
          <w:tcPr>
            <w:tcW w:w="720" w:type="dxa"/>
          </w:tcPr>
          <w:p w:rsidR="00714768" w:rsidRPr="00714768" w:rsidRDefault="00714768" w:rsidP="00714768">
            <w:pPr>
              <w:rPr>
                <w:b/>
                <w:color w:val="FF0000"/>
                <w:sz w:val="22"/>
              </w:rPr>
            </w:pPr>
            <w:r w:rsidRPr="00714768">
              <w:rPr>
                <w:b/>
                <w:color w:val="FF0000"/>
                <w:sz w:val="22"/>
              </w:rPr>
              <w:t>22</w:t>
            </w:r>
          </w:p>
        </w:tc>
        <w:tc>
          <w:tcPr>
            <w:tcW w:w="8352" w:type="dxa"/>
            <w:shd w:val="pct20" w:color="auto" w:fill="FFFFFF"/>
          </w:tcPr>
          <w:p w:rsidR="00714768" w:rsidRPr="00714768" w:rsidRDefault="00714768" w:rsidP="00714768">
            <w:pPr>
              <w:rPr>
                <w:sz w:val="22"/>
              </w:rPr>
            </w:pP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714768" w:rsidRPr="00714768" w:rsidRDefault="00714768" w:rsidP="00714768">
            <w:pPr>
              <w:rPr>
                <w:b/>
                <w:sz w:val="22"/>
              </w:rPr>
            </w:pPr>
          </w:p>
        </w:tc>
        <w:tc>
          <w:tcPr>
            <w:tcW w:w="720" w:type="dxa"/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1, 5, 13, 17, 21, 26, 30, 35, 39, 47, 55, 57, 63, 67, 71, 75, 79, 83, 96, 101, 105</w:t>
            </w: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714768" w:rsidRPr="00714768" w:rsidRDefault="00714768" w:rsidP="00714768">
            <w:pPr>
              <w:rPr>
                <w:sz w:val="2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87</w:t>
            </w: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714768" w:rsidRPr="00714768" w:rsidRDefault="00714768" w:rsidP="00714768">
            <w:pPr>
              <w:rPr>
                <w:b/>
                <w:sz w:val="22"/>
              </w:rPr>
            </w:pPr>
            <w:r w:rsidRPr="00714768">
              <w:rPr>
                <w:b/>
                <w:sz w:val="22"/>
              </w:rPr>
              <w:t>N</w:t>
            </w:r>
          </w:p>
        </w:tc>
        <w:tc>
          <w:tcPr>
            <w:tcW w:w="720" w:type="dxa"/>
          </w:tcPr>
          <w:p w:rsidR="00714768" w:rsidRPr="00714768" w:rsidRDefault="00714768" w:rsidP="00714768">
            <w:pPr>
              <w:rPr>
                <w:b/>
                <w:color w:val="FF0000"/>
                <w:sz w:val="22"/>
              </w:rPr>
            </w:pPr>
            <w:r w:rsidRPr="00714768">
              <w:rPr>
                <w:b/>
                <w:color w:val="FF0000"/>
                <w:sz w:val="22"/>
              </w:rPr>
              <w:t>24</w:t>
            </w:r>
          </w:p>
        </w:tc>
        <w:tc>
          <w:tcPr>
            <w:tcW w:w="8352" w:type="dxa"/>
            <w:shd w:val="pct20" w:color="auto" w:fill="FFFFFF"/>
          </w:tcPr>
          <w:p w:rsidR="00714768" w:rsidRPr="00714768" w:rsidRDefault="00714768" w:rsidP="00714768">
            <w:pPr>
              <w:rPr>
                <w:sz w:val="22"/>
              </w:rPr>
            </w:pP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714768" w:rsidRPr="00714768" w:rsidRDefault="00714768" w:rsidP="00714768">
            <w:pPr>
              <w:rPr>
                <w:b/>
                <w:sz w:val="22"/>
              </w:rPr>
            </w:pPr>
          </w:p>
        </w:tc>
        <w:tc>
          <w:tcPr>
            <w:tcW w:w="720" w:type="dxa"/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14, 18, 22, 23, 31, 34, 36, 40, 44, 48, 52, 56, 60, 61, 68, 72, 73, 76, 78, 80, 85, 88, 94, 109</w:t>
            </w: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714768" w:rsidRPr="00714768" w:rsidRDefault="00714768" w:rsidP="00714768">
            <w:pPr>
              <w:rPr>
                <w:sz w:val="2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-</w:t>
            </w: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714768" w:rsidRPr="00714768" w:rsidRDefault="00714768" w:rsidP="00714768">
            <w:pPr>
              <w:rPr>
                <w:b/>
                <w:sz w:val="22"/>
              </w:rPr>
            </w:pPr>
            <w:r w:rsidRPr="00714768">
              <w:rPr>
                <w:b/>
                <w:sz w:val="22"/>
              </w:rPr>
              <w:t>L</w:t>
            </w:r>
          </w:p>
        </w:tc>
        <w:tc>
          <w:tcPr>
            <w:tcW w:w="720" w:type="dxa"/>
          </w:tcPr>
          <w:p w:rsidR="00714768" w:rsidRPr="00714768" w:rsidRDefault="00714768" w:rsidP="00714768">
            <w:pPr>
              <w:rPr>
                <w:b/>
                <w:color w:val="FF0000"/>
                <w:sz w:val="22"/>
              </w:rPr>
            </w:pPr>
            <w:r w:rsidRPr="00714768">
              <w:rPr>
                <w:b/>
                <w:color w:val="FF0000"/>
                <w:sz w:val="22"/>
              </w:rPr>
              <w:t>23</w:t>
            </w:r>
          </w:p>
        </w:tc>
        <w:tc>
          <w:tcPr>
            <w:tcW w:w="8352" w:type="dxa"/>
            <w:shd w:val="pct20" w:color="auto" w:fill="FFFFFF"/>
          </w:tcPr>
          <w:p w:rsidR="00714768" w:rsidRPr="00714768" w:rsidRDefault="00714768" w:rsidP="00714768">
            <w:pPr>
              <w:rPr>
                <w:sz w:val="22"/>
              </w:rPr>
            </w:pP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714768" w:rsidRPr="00714768" w:rsidRDefault="00714768" w:rsidP="00714768">
            <w:pPr>
              <w:rPr>
                <w:b/>
                <w:sz w:val="22"/>
              </w:rPr>
            </w:pPr>
          </w:p>
        </w:tc>
        <w:tc>
          <w:tcPr>
            <w:tcW w:w="720" w:type="dxa"/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8, 24, 28, 33, 38, 46, 50, 54, 58, 66, 82</w:t>
            </w: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714768" w:rsidRPr="00714768" w:rsidRDefault="00714768" w:rsidP="00714768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No</w:t>
            </w:r>
          </w:p>
        </w:tc>
        <w:tc>
          <w:tcPr>
            <w:tcW w:w="8352" w:type="dxa"/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4, 11, 16, 20, 42, 70, 74, 77, 86, 89, 95, 106</w:t>
            </w:r>
          </w:p>
        </w:tc>
      </w:tr>
    </w:tbl>
    <w:p w:rsidR="00714768" w:rsidRDefault="00714768"/>
    <w:p w:rsidR="00714768" w:rsidRDefault="00714768"/>
    <w:p w:rsidR="00714768" w:rsidRDefault="00714768"/>
    <w:p w:rsidR="00714768" w:rsidRDefault="0071476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720"/>
        <w:gridCol w:w="8352"/>
      </w:tblGrid>
      <w:tr w:rsidR="00714768" w:rsidRPr="00714768" w:rsidTr="00FD7F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4" w:type="dxa"/>
            <w:gridSpan w:val="3"/>
          </w:tcPr>
          <w:p w:rsidR="00714768" w:rsidRPr="00714768" w:rsidRDefault="00714768" w:rsidP="00714768">
            <w:pPr>
              <w:pStyle w:val="Heading2"/>
            </w:pPr>
            <w:r w:rsidRPr="00714768">
              <w:t xml:space="preserve">Japan Junior </w:t>
            </w:r>
            <w:r w:rsidRPr="00714768">
              <w:rPr>
                <w:color w:val="FF0000"/>
              </w:rPr>
              <w:t xml:space="preserve">96 </w:t>
            </w: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P</w:t>
            </w:r>
          </w:p>
        </w:tc>
        <w:tc>
          <w:tcPr>
            <w:tcW w:w="720" w:type="dxa"/>
          </w:tcPr>
          <w:p w:rsidR="00714768" w:rsidRPr="00714768" w:rsidRDefault="00714768" w:rsidP="00714768">
            <w:pPr>
              <w:rPr>
                <w:color w:val="FF0000"/>
                <w:sz w:val="22"/>
              </w:rPr>
            </w:pPr>
            <w:r w:rsidRPr="00714768">
              <w:rPr>
                <w:color w:val="FF0000"/>
                <w:sz w:val="22"/>
              </w:rPr>
              <w:t>20</w:t>
            </w:r>
          </w:p>
        </w:tc>
        <w:tc>
          <w:tcPr>
            <w:tcW w:w="8352" w:type="dxa"/>
            <w:shd w:val="pct20" w:color="auto" w:fill="FFFFFF"/>
          </w:tcPr>
          <w:p w:rsidR="00714768" w:rsidRPr="00714768" w:rsidRDefault="00714768" w:rsidP="00714768">
            <w:pPr>
              <w:rPr>
                <w:sz w:val="22"/>
              </w:rPr>
            </w:pP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714768" w:rsidRPr="00714768" w:rsidRDefault="00714768" w:rsidP="00714768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3, 7, 12, 15, 19, 21, 23, 34, 41, 53, 55, 57, 61, 63, 92, 96</w:t>
            </w: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714768" w:rsidRPr="00714768" w:rsidRDefault="00714768" w:rsidP="00714768">
            <w:pPr>
              <w:rPr>
                <w:sz w:val="2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32, 69, 81, 84</w:t>
            </w: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E</w:t>
            </w:r>
          </w:p>
        </w:tc>
        <w:tc>
          <w:tcPr>
            <w:tcW w:w="720" w:type="dxa"/>
          </w:tcPr>
          <w:p w:rsidR="00714768" w:rsidRPr="00714768" w:rsidRDefault="00714768" w:rsidP="00714768">
            <w:pPr>
              <w:rPr>
                <w:color w:val="FF0000"/>
                <w:sz w:val="22"/>
              </w:rPr>
            </w:pPr>
            <w:r w:rsidRPr="00714768">
              <w:rPr>
                <w:color w:val="FF0000"/>
                <w:sz w:val="22"/>
              </w:rPr>
              <w:t>20</w:t>
            </w:r>
          </w:p>
        </w:tc>
        <w:tc>
          <w:tcPr>
            <w:tcW w:w="8352" w:type="dxa"/>
            <w:shd w:val="pct20" w:color="auto" w:fill="FFFFFF"/>
          </w:tcPr>
          <w:p w:rsidR="00714768" w:rsidRPr="00714768" w:rsidRDefault="00714768" w:rsidP="00714768">
            <w:pPr>
              <w:rPr>
                <w:sz w:val="22"/>
              </w:rPr>
            </w:pP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714768" w:rsidRPr="00714768" w:rsidRDefault="00714768" w:rsidP="00714768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1, 5, 13, 17, 26, 30, 35, 39, 43, 47, 58, 59, 67, 75, 79, 83, 90</w:t>
            </w: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714768" w:rsidRPr="00714768" w:rsidRDefault="00714768" w:rsidP="00714768">
            <w:pPr>
              <w:rPr>
                <w:sz w:val="2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25, 51, 87</w:t>
            </w: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N</w:t>
            </w:r>
          </w:p>
        </w:tc>
        <w:tc>
          <w:tcPr>
            <w:tcW w:w="720" w:type="dxa"/>
          </w:tcPr>
          <w:p w:rsidR="00714768" w:rsidRPr="00714768" w:rsidRDefault="00714768" w:rsidP="00714768">
            <w:pPr>
              <w:rPr>
                <w:color w:val="FF0000"/>
                <w:sz w:val="22"/>
              </w:rPr>
            </w:pPr>
            <w:r w:rsidRPr="00714768">
              <w:rPr>
                <w:color w:val="FF0000"/>
                <w:sz w:val="22"/>
              </w:rPr>
              <w:t>20</w:t>
            </w:r>
          </w:p>
        </w:tc>
        <w:tc>
          <w:tcPr>
            <w:tcW w:w="8352" w:type="dxa"/>
            <w:shd w:val="pct20" w:color="auto" w:fill="FFFFFF"/>
          </w:tcPr>
          <w:p w:rsidR="00714768" w:rsidRPr="00714768" w:rsidRDefault="00714768" w:rsidP="00714768">
            <w:pPr>
              <w:rPr>
                <w:sz w:val="22"/>
              </w:rPr>
            </w:pP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714768" w:rsidRPr="00714768" w:rsidRDefault="00714768" w:rsidP="00714768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9, 10, 14, 18, 27, 31, 36, 44, 45, 48, 60, 64, 68, 73, 76, 78, 80, 85, 88, 94</w:t>
            </w: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714768" w:rsidRPr="00714768" w:rsidRDefault="00714768" w:rsidP="00714768">
            <w:pPr>
              <w:rPr>
                <w:sz w:val="2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-</w:t>
            </w: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L</w:t>
            </w:r>
          </w:p>
        </w:tc>
        <w:tc>
          <w:tcPr>
            <w:tcW w:w="720" w:type="dxa"/>
          </w:tcPr>
          <w:p w:rsidR="00714768" w:rsidRPr="00714768" w:rsidRDefault="00714768" w:rsidP="00714768">
            <w:pPr>
              <w:rPr>
                <w:color w:val="FF0000"/>
                <w:sz w:val="22"/>
              </w:rPr>
            </w:pPr>
            <w:r w:rsidRPr="00714768">
              <w:rPr>
                <w:color w:val="FF0000"/>
                <w:sz w:val="22"/>
              </w:rPr>
              <w:t>19</w:t>
            </w:r>
          </w:p>
        </w:tc>
        <w:tc>
          <w:tcPr>
            <w:tcW w:w="8352" w:type="dxa"/>
            <w:shd w:val="pct20" w:color="auto" w:fill="FFFFFF"/>
          </w:tcPr>
          <w:p w:rsidR="00714768" w:rsidRPr="00714768" w:rsidRDefault="00714768" w:rsidP="00714768">
            <w:pPr>
              <w:rPr>
                <w:sz w:val="22"/>
              </w:rPr>
            </w:pP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714768" w:rsidRPr="00714768" w:rsidRDefault="00714768" w:rsidP="00714768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8, 24, 28, 33, 38, 46, 50, 54, 66, 82</w:t>
            </w:r>
          </w:p>
        </w:tc>
      </w:tr>
      <w:tr w:rsidR="00714768" w:rsidRPr="00714768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714768" w:rsidRPr="00714768" w:rsidRDefault="00714768" w:rsidP="00714768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No</w:t>
            </w:r>
          </w:p>
        </w:tc>
        <w:tc>
          <w:tcPr>
            <w:tcW w:w="8352" w:type="dxa"/>
          </w:tcPr>
          <w:p w:rsidR="00714768" w:rsidRPr="00714768" w:rsidRDefault="00714768" w:rsidP="00714768">
            <w:pPr>
              <w:rPr>
                <w:sz w:val="22"/>
              </w:rPr>
            </w:pPr>
            <w:r w:rsidRPr="00714768">
              <w:rPr>
                <w:sz w:val="22"/>
              </w:rPr>
              <w:t>4, 11, 20, 42, 70, 77, 86, 89, 91</w:t>
            </w:r>
          </w:p>
        </w:tc>
      </w:tr>
    </w:tbl>
    <w:p w:rsidR="00714768" w:rsidRDefault="00714768"/>
    <w:p w:rsidR="00714768" w:rsidRDefault="00714768">
      <w:r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720"/>
        <w:gridCol w:w="8352"/>
      </w:tblGrid>
      <w:tr w:rsidR="003C1A10" w:rsidRPr="003C1A10" w:rsidTr="00FD7F1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4" w:type="dxa"/>
            <w:gridSpan w:val="3"/>
          </w:tcPr>
          <w:p w:rsidR="003C1A10" w:rsidRPr="003C1A10" w:rsidRDefault="003C1A10" w:rsidP="003C1A10">
            <w:pPr>
              <w:pStyle w:val="Heading2"/>
              <w:rPr>
                <w:color w:val="FF0000"/>
              </w:rPr>
            </w:pPr>
            <w:r w:rsidRPr="003C1A10">
              <w:t xml:space="preserve">Northern Ireland Junior </w:t>
            </w:r>
            <w:r w:rsidRPr="003C1A10">
              <w:rPr>
                <w:color w:val="FF0000"/>
              </w:rPr>
              <w:t>97</w:t>
            </w:r>
          </w:p>
        </w:tc>
      </w:tr>
      <w:tr w:rsidR="003C1A10" w:rsidRPr="003C1A10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3C1A10" w:rsidRPr="003C1A10" w:rsidRDefault="003C1A10" w:rsidP="003C1A10">
            <w:pPr>
              <w:rPr>
                <w:sz w:val="22"/>
              </w:rPr>
            </w:pPr>
            <w:r w:rsidRPr="003C1A10">
              <w:rPr>
                <w:sz w:val="22"/>
              </w:rPr>
              <w:t>P</w:t>
            </w:r>
          </w:p>
        </w:tc>
        <w:tc>
          <w:tcPr>
            <w:tcW w:w="720" w:type="dxa"/>
          </w:tcPr>
          <w:p w:rsidR="003C1A10" w:rsidRPr="003C1A10" w:rsidRDefault="003C1A10" w:rsidP="003C1A10">
            <w:pPr>
              <w:rPr>
                <w:color w:val="FF0000"/>
                <w:sz w:val="22"/>
              </w:rPr>
            </w:pPr>
            <w:r w:rsidRPr="003C1A10">
              <w:rPr>
                <w:color w:val="FF0000"/>
                <w:sz w:val="22"/>
              </w:rPr>
              <w:t>20</w:t>
            </w:r>
          </w:p>
        </w:tc>
        <w:tc>
          <w:tcPr>
            <w:tcW w:w="8352" w:type="dxa"/>
            <w:shd w:val="pct20" w:color="auto" w:fill="FFFFFF"/>
          </w:tcPr>
          <w:p w:rsidR="003C1A10" w:rsidRPr="003C1A10" w:rsidRDefault="003C1A10" w:rsidP="003C1A10">
            <w:pPr>
              <w:rPr>
                <w:sz w:val="22"/>
              </w:rPr>
            </w:pPr>
          </w:p>
        </w:tc>
      </w:tr>
      <w:tr w:rsidR="003C1A10" w:rsidRPr="003C1A10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3C1A10" w:rsidRPr="003C1A10" w:rsidRDefault="003C1A10" w:rsidP="003C1A10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3C1A10" w:rsidRPr="003C1A10" w:rsidRDefault="003C1A10" w:rsidP="003C1A10">
            <w:pPr>
              <w:rPr>
                <w:sz w:val="22"/>
              </w:rPr>
            </w:pPr>
            <w:r w:rsidRPr="003C1A10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3C1A10" w:rsidRPr="003C1A10" w:rsidRDefault="003C1A10" w:rsidP="003C1A10">
            <w:pPr>
              <w:rPr>
                <w:sz w:val="22"/>
              </w:rPr>
            </w:pPr>
            <w:r w:rsidRPr="003C1A10">
              <w:rPr>
                <w:sz w:val="22"/>
              </w:rPr>
              <w:t>3, 7, 12, 15, 19, 23, 34, 37, 41, 45, 49, 53, 57, 61, 62, 73, 78, 97</w:t>
            </w:r>
          </w:p>
        </w:tc>
      </w:tr>
      <w:tr w:rsidR="003C1A10" w:rsidRPr="003C1A10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3C1A10" w:rsidRPr="003C1A10" w:rsidRDefault="003C1A10" w:rsidP="003C1A10">
            <w:pPr>
              <w:rPr>
                <w:sz w:val="2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3C1A10" w:rsidRPr="003C1A10" w:rsidRDefault="003C1A10" w:rsidP="003C1A10">
            <w:pPr>
              <w:rPr>
                <w:sz w:val="22"/>
              </w:rPr>
            </w:pPr>
            <w:r w:rsidRPr="003C1A10">
              <w:rPr>
                <w:sz w:val="22"/>
              </w:rPr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3C1A10" w:rsidRPr="003C1A10" w:rsidRDefault="003C1A10" w:rsidP="003C1A10">
            <w:pPr>
              <w:rPr>
                <w:sz w:val="22"/>
              </w:rPr>
            </w:pPr>
            <w:r w:rsidRPr="003C1A10">
              <w:rPr>
                <w:sz w:val="22"/>
              </w:rPr>
              <w:t>69, 81</w:t>
            </w:r>
          </w:p>
        </w:tc>
      </w:tr>
      <w:tr w:rsidR="003C1A10" w:rsidRPr="003C1A10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3C1A10" w:rsidRPr="003C1A10" w:rsidRDefault="003C1A10" w:rsidP="003C1A10">
            <w:pPr>
              <w:rPr>
                <w:sz w:val="22"/>
              </w:rPr>
            </w:pPr>
            <w:r w:rsidRPr="003C1A10">
              <w:rPr>
                <w:sz w:val="22"/>
              </w:rPr>
              <w:t>E</w:t>
            </w:r>
          </w:p>
        </w:tc>
        <w:tc>
          <w:tcPr>
            <w:tcW w:w="720" w:type="dxa"/>
          </w:tcPr>
          <w:p w:rsidR="003C1A10" w:rsidRPr="003C1A10" w:rsidRDefault="003C1A10" w:rsidP="003C1A10">
            <w:pPr>
              <w:rPr>
                <w:color w:val="FF0000"/>
                <w:sz w:val="22"/>
              </w:rPr>
            </w:pPr>
            <w:r w:rsidRPr="003C1A10">
              <w:rPr>
                <w:color w:val="FF0000"/>
                <w:sz w:val="22"/>
              </w:rPr>
              <w:t>25</w:t>
            </w:r>
          </w:p>
        </w:tc>
        <w:tc>
          <w:tcPr>
            <w:tcW w:w="8352" w:type="dxa"/>
            <w:shd w:val="pct20" w:color="auto" w:fill="FFFFFF"/>
          </w:tcPr>
          <w:p w:rsidR="003C1A10" w:rsidRPr="003C1A10" w:rsidRDefault="003C1A10" w:rsidP="003C1A10">
            <w:pPr>
              <w:rPr>
                <w:sz w:val="22"/>
              </w:rPr>
            </w:pPr>
          </w:p>
        </w:tc>
      </w:tr>
      <w:tr w:rsidR="003C1A10" w:rsidRPr="003C1A10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3C1A10" w:rsidRPr="003C1A10" w:rsidRDefault="003C1A10" w:rsidP="003C1A10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3C1A10" w:rsidRPr="003C1A10" w:rsidRDefault="003C1A10" w:rsidP="003C1A10">
            <w:pPr>
              <w:rPr>
                <w:sz w:val="22"/>
              </w:rPr>
            </w:pPr>
            <w:r w:rsidRPr="003C1A10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3C1A10" w:rsidRPr="003C1A10" w:rsidRDefault="003C1A10" w:rsidP="003C1A10">
            <w:pPr>
              <w:rPr>
                <w:sz w:val="22"/>
              </w:rPr>
            </w:pPr>
            <w:r w:rsidRPr="003C1A10">
              <w:rPr>
                <w:sz w:val="22"/>
              </w:rPr>
              <w:t>1, 13, 17, 21, 26, 30, 35, 39, 43, 47, 55, 59, 63, 67, 71, 75, 79, 83, 90, 93, 96</w:t>
            </w:r>
          </w:p>
        </w:tc>
      </w:tr>
      <w:tr w:rsidR="003C1A10" w:rsidRPr="003C1A10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3C1A10" w:rsidRPr="003C1A10" w:rsidRDefault="003C1A10" w:rsidP="003C1A10">
            <w:pPr>
              <w:rPr>
                <w:sz w:val="2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3C1A10" w:rsidRPr="003C1A10" w:rsidRDefault="003C1A10" w:rsidP="003C1A10">
            <w:pPr>
              <w:rPr>
                <w:sz w:val="22"/>
              </w:rPr>
            </w:pPr>
            <w:r w:rsidRPr="003C1A10">
              <w:rPr>
                <w:sz w:val="22"/>
              </w:rPr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3C1A10" w:rsidRPr="003C1A10" w:rsidRDefault="003C1A10" w:rsidP="003C1A10">
            <w:pPr>
              <w:rPr>
                <w:sz w:val="22"/>
              </w:rPr>
            </w:pPr>
            <w:r w:rsidRPr="003C1A10">
              <w:rPr>
                <w:sz w:val="22"/>
              </w:rPr>
              <w:t>9, 25, 51, 87</w:t>
            </w:r>
          </w:p>
        </w:tc>
      </w:tr>
      <w:tr w:rsidR="003C1A10" w:rsidRPr="003C1A10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3C1A10" w:rsidRPr="003C1A10" w:rsidRDefault="003C1A10" w:rsidP="003C1A10">
            <w:pPr>
              <w:rPr>
                <w:sz w:val="22"/>
              </w:rPr>
            </w:pPr>
            <w:r w:rsidRPr="003C1A10">
              <w:rPr>
                <w:sz w:val="22"/>
              </w:rPr>
              <w:t>N</w:t>
            </w:r>
          </w:p>
        </w:tc>
        <w:tc>
          <w:tcPr>
            <w:tcW w:w="720" w:type="dxa"/>
          </w:tcPr>
          <w:p w:rsidR="003C1A10" w:rsidRPr="003C1A10" w:rsidRDefault="003C1A10" w:rsidP="003C1A10">
            <w:pPr>
              <w:rPr>
                <w:color w:val="FF0000"/>
                <w:sz w:val="22"/>
              </w:rPr>
            </w:pPr>
            <w:r w:rsidRPr="003C1A10">
              <w:rPr>
                <w:color w:val="FF0000"/>
                <w:sz w:val="22"/>
              </w:rPr>
              <w:t>23</w:t>
            </w:r>
          </w:p>
        </w:tc>
        <w:tc>
          <w:tcPr>
            <w:tcW w:w="8352" w:type="dxa"/>
            <w:shd w:val="pct20" w:color="auto" w:fill="FFFFFF"/>
          </w:tcPr>
          <w:p w:rsidR="003C1A10" w:rsidRPr="003C1A10" w:rsidRDefault="003C1A10" w:rsidP="003C1A10">
            <w:pPr>
              <w:rPr>
                <w:sz w:val="22"/>
              </w:rPr>
            </w:pPr>
          </w:p>
        </w:tc>
      </w:tr>
      <w:tr w:rsidR="003C1A10" w:rsidRPr="003C1A10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3C1A10" w:rsidRPr="003C1A10" w:rsidRDefault="003C1A10" w:rsidP="003C1A10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3C1A10" w:rsidRPr="003C1A10" w:rsidRDefault="003C1A10" w:rsidP="003C1A10">
            <w:pPr>
              <w:rPr>
                <w:sz w:val="22"/>
              </w:rPr>
            </w:pPr>
            <w:r w:rsidRPr="003C1A10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3C1A10" w:rsidRPr="003C1A10" w:rsidRDefault="003C1A10" w:rsidP="003C1A10">
            <w:pPr>
              <w:rPr>
                <w:sz w:val="22"/>
              </w:rPr>
            </w:pPr>
            <w:r w:rsidRPr="003C1A10">
              <w:rPr>
                <w:sz w:val="22"/>
              </w:rPr>
              <w:t>2, 6, 10, 14, 18, 22, 27, 31, 36, 40, 44, 48, 52, 56, 60, 64, 68, 72, 76, 80, 85, 88, 94</w:t>
            </w:r>
          </w:p>
        </w:tc>
      </w:tr>
      <w:tr w:rsidR="003C1A10" w:rsidRPr="003C1A10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3C1A10" w:rsidRPr="003C1A10" w:rsidRDefault="003C1A10" w:rsidP="003C1A10">
            <w:pPr>
              <w:rPr>
                <w:sz w:val="2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3C1A10" w:rsidRPr="003C1A10" w:rsidRDefault="003C1A10" w:rsidP="003C1A10">
            <w:pPr>
              <w:rPr>
                <w:sz w:val="22"/>
              </w:rPr>
            </w:pPr>
            <w:r w:rsidRPr="003C1A10">
              <w:rPr>
                <w:sz w:val="22"/>
              </w:rPr>
              <w:t>No</w:t>
            </w:r>
          </w:p>
        </w:tc>
        <w:tc>
          <w:tcPr>
            <w:tcW w:w="8352" w:type="dxa"/>
            <w:tcBorders>
              <w:bottom w:val="nil"/>
            </w:tcBorders>
          </w:tcPr>
          <w:p w:rsidR="003C1A10" w:rsidRPr="003C1A10" w:rsidRDefault="003C1A10" w:rsidP="003C1A10">
            <w:pPr>
              <w:rPr>
                <w:sz w:val="22"/>
              </w:rPr>
            </w:pPr>
            <w:r w:rsidRPr="003C1A10">
              <w:rPr>
                <w:sz w:val="22"/>
              </w:rPr>
              <w:t>-</w:t>
            </w:r>
          </w:p>
        </w:tc>
      </w:tr>
      <w:tr w:rsidR="003C1A10" w:rsidRPr="003C1A10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nil"/>
            </w:tcBorders>
          </w:tcPr>
          <w:p w:rsidR="003C1A10" w:rsidRPr="003C1A10" w:rsidRDefault="003C1A10" w:rsidP="003C1A10">
            <w:pPr>
              <w:rPr>
                <w:sz w:val="22"/>
              </w:rPr>
            </w:pPr>
            <w:r w:rsidRPr="003C1A10">
              <w:rPr>
                <w:sz w:val="22"/>
              </w:rPr>
              <w:t>L</w:t>
            </w:r>
          </w:p>
        </w:tc>
        <w:tc>
          <w:tcPr>
            <w:tcW w:w="720" w:type="dxa"/>
          </w:tcPr>
          <w:p w:rsidR="003C1A10" w:rsidRPr="003C1A10" w:rsidRDefault="003C1A10" w:rsidP="003C1A10">
            <w:pPr>
              <w:rPr>
                <w:color w:val="FF0000"/>
                <w:sz w:val="22"/>
              </w:rPr>
            </w:pPr>
            <w:r w:rsidRPr="003C1A10">
              <w:rPr>
                <w:color w:val="FF0000"/>
                <w:sz w:val="22"/>
              </w:rPr>
              <w:t>22</w:t>
            </w:r>
          </w:p>
        </w:tc>
        <w:tc>
          <w:tcPr>
            <w:tcW w:w="8352" w:type="dxa"/>
            <w:shd w:val="pct20" w:color="auto" w:fill="FFFFFF"/>
          </w:tcPr>
          <w:p w:rsidR="003C1A10" w:rsidRPr="003C1A10" w:rsidRDefault="003C1A10" w:rsidP="003C1A10">
            <w:pPr>
              <w:rPr>
                <w:sz w:val="22"/>
              </w:rPr>
            </w:pPr>
          </w:p>
        </w:tc>
      </w:tr>
      <w:tr w:rsidR="003C1A10" w:rsidRPr="003C1A10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3C1A10" w:rsidRPr="003C1A10" w:rsidRDefault="003C1A10" w:rsidP="003C1A10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3C1A10" w:rsidRPr="003C1A10" w:rsidRDefault="003C1A10" w:rsidP="003C1A10">
            <w:pPr>
              <w:rPr>
                <w:sz w:val="22"/>
              </w:rPr>
            </w:pPr>
            <w:r w:rsidRPr="003C1A10">
              <w:rPr>
                <w:sz w:val="22"/>
              </w:rPr>
              <w:t>Yes</w:t>
            </w:r>
          </w:p>
        </w:tc>
        <w:tc>
          <w:tcPr>
            <w:tcW w:w="8352" w:type="dxa"/>
          </w:tcPr>
          <w:p w:rsidR="003C1A10" w:rsidRPr="003C1A10" w:rsidRDefault="003C1A10" w:rsidP="003C1A10">
            <w:pPr>
              <w:rPr>
                <w:sz w:val="22"/>
              </w:rPr>
            </w:pPr>
            <w:r w:rsidRPr="003C1A10">
              <w:rPr>
                <w:sz w:val="22"/>
              </w:rPr>
              <w:t>8, 24, 28, 33, 38, 46, 50, 54, 58, 66, 82</w:t>
            </w:r>
          </w:p>
        </w:tc>
      </w:tr>
      <w:tr w:rsidR="003C1A10" w:rsidRPr="003C1A10" w:rsidTr="00FD7F1D">
        <w:tblPrEx>
          <w:tblCellMar>
            <w:top w:w="0" w:type="dxa"/>
            <w:bottom w:w="0" w:type="dxa"/>
          </w:tblCellMar>
        </w:tblPrEx>
        <w:tc>
          <w:tcPr>
            <w:tcW w:w="432" w:type="dxa"/>
            <w:shd w:val="pct20" w:color="auto" w:fill="FFFFFF"/>
          </w:tcPr>
          <w:p w:rsidR="003C1A10" w:rsidRPr="003C1A10" w:rsidRDefault="003C1A10" w:rsidP="003C1A10">
            <w:pPr>
              <w:rPr>
                <w:sz w:val="22"/>
              </w:rPr>
            </w:pPr>
          </w:p>
        </w:tc>
        <w:tc>
          <w:tcPr>
            <w:tcW w:w="720" w:type="dxa"/>
          </w:tcPr>
          <w:p w:rsidR="003C1A10" w:rsidRPr="003C1A10" w:rsidRDefault="003C1A10" w:rsidP="003C1A10">
            <w:pPr>
              <w:rPr>
                <w:sz w:val="22"/>
              </w:rPr>
            </w:pPr>
            <w:r w:rsidRPr="003C1A10">
              <w:rPr>
                <w:sz w:val="22"/>
              </w:rPr>
              <w:t>No</w:t>
            </w:r>
          </w:p>
        </w:tc>
        <w:tc>
          <w:tcPr>
            <w:tcW w:w="8352" w:type="dxa"/>
          </w:tcPr>
          <w:p w:rsidR="003C1A10" w:rsidRPr="003C1A10" w:rsidRDefault="003C1A10" w:rsidP="003C1A10">
            <w:pPr>
              <w:rPr>
                <w:sz w:val="22"/>
              </w:rPr>
            </w:pPr>
            <w:r w:rsidRPr="003C1A10">
              <w:rPr>
                <w:sz w:val="22"/>
              </w:rPr>
              <w:t>4, 11, 16, 20, 42, 70, 77, 86, 89, 91, 95</w:t>
            </w:r>
          </w:p>
        </w:tc>
      </w:tr>
    </w:tbl>
    <w:p w:rsidR="00714768" w:rsidRDefault="00714768"/>
    <w:p w:rsidR="00714768" w:rsidRDefault="00714768"/>
    <w:p w:rsidR="003C1A10" w:rsidRDefault="003C1A10"/>
    <w:p w:rsidR="003C1A10" w:rsidRDefault="003C1A10"/>
    <w:p w:rsidR="003C1A10" w:rsidRDefault="003C1A10"/>
    <w:p w:rsidR="00714768" w:rsidRDefault="00714768"/>
    <w:p w:rsidR="00714768" w:rsidRDefault="00714768"/>
    <w:p w:rsidR="00714768" w:rsidRDefault="00714768"/>
    <w:sectPr w:rsidR="0071476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76E" w:rsidRDefault="00F9176E" w:rsidP="006E33A0">
      <w:r>
        <w:separator/>
      </w:r>
    </w:p>
  </w:endnote>
  <w:endnote w:type="continuationSeparator" w:id="0">
    <w:p w:rsidR="00F9176E" w:rsidRDefault="00F9176E" w:rsidP="006E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6616167"/>
      <w:docPartObj>
        <w:docPartGallery w:val="Page Numbers (Bottom of Page)"/>
        <w:docPartUnique/>
      </w:docPartObj>
    </w:sdtPr>
    <w:sdtEndPr>
      <w:rPr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:rsidR="006E33A0" w:rsidRPr="00DB376F" w:rsidRDefault="006E33A0" w:rsidP="006E33A0">
            <w:pPr>
              <w:pStyle w:val="Footer"/>
              <w:pBdr>
                <w:top w:val="single" w:sz="4" w:space="1" w:color="9D9D9D" w:themeColor="background2" w:themeShade="BF"/>
              </w:pBdr>
              <w:jc w:val="right"/>
              <w:rPr>
                <w:szCs w:val="18"/>
              </w:rPr>
            </w:pPr>
            <w:r w:rsidRPr="00DC413C">
              <w:rPr>
                <w:noProof/>
                <w:color w:val="D2D2D2" w:themeColor="background2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249385F0" wp14:editId="4A85FEE3">
                      <wp:simplePos x="0" y="0"/>
                      <wp:positionH relativeFrom="column">
                        <wp:posOffset>-111760</wp:posOffset>
                      </wp:positionH>
                      <wp:positionV relativeFrom="paragraph">
                        <wp:posOffset>-36195</wp:posOffset>
                      </wp:positionV>
                      <wp:extent cx="1144905" cy="301625"/>
                      <wp:effectExtent l="0" t="0" r="0" b="317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44905" cy="301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E33A0" w:rsidRPr="00DC413C" w:rsidRDefault="006E33A0">
                                  <w:pPr>
                                    <w:rPr>
                                      <w:color w:val="9D9D9D" w:themeColor="background2" w:themeShade="BF"/>
                                      <w:szCs w:val="20"/>
                                    </w:rPr>
                                  </w:pPr>
                                  <w:r w:rsidRPr="00DC413C">
                                    <w:rPr>
                                      <w:color w:val="9D9D9D" w:themeColor="background2" w:themeShade="BF"/>
                                      <w:szCs w:val="20"/>
                                    </w:rPr>
                                    <w:t>Paul Barrett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9385F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8" type="#_x0000_t202" style="position:absolute;left:0;text-align:left;margin-left:-8.8pt;margin-top:-2.85pt;width:90.15pt;height:23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" fillcolor="white [3201]" stroked="f" strokeweight=".5pt">
                      <v:textbox>
                        <w:txbxContent>
                          <w:p w:rsidR="006E33A0" w:rsidRPr="00DC413C" w:rsidRDefault="006E33A0">
                            <w:pPr>
                              <w:rPr>
                                <w:color w:val="9D9D9D" w:themeColor="background2" w:themeShade="BF"/>
                                <w:szCs w:val="20"/>
                              </w:rPr>
                            </w:pPr>
                            <w:r w:rsidRPr="00DC413C">
                              <w:rPr>
                                <w:color w:val="9D9D9D" w:themeColor="background2" w:themeShade="BF"/>
                                <w:szCs w:val="20"/>
                              </w:rPr>
                              <w:t>Paul Barrett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C413C">
              <w:rPr>
                <w:color w:val="9D9D9D" w:themeColor="background2" w:themeShade="BF"/>
                <w:szCs w:val="20"/>
              </w:rPr>
              <w:t>Page</w:t>
            </w:r>
            <w:r w:rsidRPr="00DC413C">
              <w:rPr>
                <w:szCs w:val="20"/>
              </w:rPr>
              <w:t xml:space="preserve"> </w:t>
            </w:r>
            <w:r w:rsidRPr="00DC413C">
              <w:rPr>
                <w:b/>
                <w:bCs/>
                <w:szCs w:val="20"/>
              </w:rPr>
              <w:fldChar w:fldCharType="begin"/>
            </w:r>
            <w:r w:rsidRPr="00DC413C">
              <w:rPr>
                <w:b/>
                <w:bCs/>
                <w:szCs w:val="20"/>
              </w:rPr>
              <w:instrText xml:space="preserve"> PAGE </w:instrText>
            </w:r>
            <w:r w:rsidRPr="00DC413C">
              <w:rPr>
                <w:b/>
                <w:bCs/>
                <w:szCs w:val="20"/>
              </w:rPr>
              <w:fldChar w:fldCharType="separate"/>
            </w:r>
            <w:r w:rsidR="00112C6D">
              <w:rPr>
                <w:b/>
                <w:bCs/>
                <w:noProof/>
                <w:szCs w:val="20"/>
              </w:rPr>
              <w:t>1</w:t>
            </w:r>
            <w:r w:rsidRPr="00DC413C">
              <w:rPr>
                <w:b/>
                <w:bCs/>
                <w:szCs w:val="20"/>
              </w:rPr>
              <w:fldChar w:fldCharType="end"/>
            </w:r>
            <w:r w:rsidRPr="00DC413C">
              <w:rPr>
                <w:szCs w:val="20"/>
              </w:rPr>
              <w:t xml:space="preserve"> </w:t>
            </w:r>
            <w:r w:rsidRPr="00DC413C">
              <w:rPr>
                <w:color w:val="9D9D9D" w:themeColor="background2" w:themeShade="BF"/>
                <w:szCs w:val="20"/>
              </w:rPr>
              <w:t>of</w:t>
            </w:r>
            <w:r w:rsidRPr="00DC413C">
              <w:rPr>
                <w:szCs w:val="20"/>
              </w:rPr>
              <w:t xml:space="preserve"> </w:t>
            </w:r>
            <w:r w:rsidRPr="00DC413C">
              <w:rPr>
                <w:b/>
                <w:bCs/>
                <w:szCs w:val="20"/>
              </w:rPr>
              <w:fldChar w:fldCharType="begin"/>
            </w:r>
            <w:r w:rsidRPr="00DC413C">
              <w:rPr>
                <w:b/>
                <w:bCs/>
                <w:szCs w:val="20"/>
              </w:rPr>
              <w:instrText xml:space="preserve"> NUMPAGES  </w:instrText>
            </w:r>
            <w:r w:rsidRPr="00DC413C">
              <w:rPr>
                <w:b/>
                <w:bCs/>
                <w:szCs w:val="20"/>
              </w:rPr>
              <w:fldChar w:fldCharType="separate"/>
            </w:r>
            <w:r w:rsidR="00112C6D">
              <w:rPr>
                <w:b/>
                <w:bCs/>
                <w:noProof/>
                <w:szCs w:val="20"/>
              </w:rPr>
              <w:t>1</w:t>
            </w:r>
            <w:r w:rsidRPr="00DC413C">
              <w:rPr>
                <w:b/>
                <w:bCs/>
                <w:szCs w:val="20"/>
              </w:rPr>
              <w:fldChar w:fldCharType="end"/>
            </w:r>
          </w:p>
        </w:sdtContent>
      </w:sdt>
    </w:sdtContent>
  </w:sdt>
  <w:p w:rsidR="006E33A0" w:rsidRDefault="006E33A0" w:rsidP="006E33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76E" w:rsidRDefault="00F9176E" w:rsidP="006E33A0">
      <w:r>
        <w:separator/>
      </w:r>
    </w:p>
  </w:footnote>
  <w:footnote w:type="continuationSeparator" w:id="0">
    <w:p w:rsidR="00F9176E" w:rsidRDefault="00F9176E" w:rsidP="006E3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3A0" w:rsidRDefault="00937687" w:rsidP="006E33A0">
    <w:pPr>
      <w:pStyle w:val="Header"/>
      <w:pBdr>
        <w:bottom w:val="single" w:sz="4" w:space="1" w:color="9D9D9D" w:themeColor="background2" w:themeShade="BF"/>
      </w:pBd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0F8DC1C" wp14:editId="6620D77D">
              <wp:simplePos x="0" y="0"/>
              <wp:positionH relativeFrom="column">
                <wp:posOffset>4047214</wp:posOffset>
              </wp:positionH>
              <wp:positionV relativeFrom="paragraph">
                <wp:posOffset>-75869</wp:posOffset>
              </wp:positionV>
              <wp:extent cx="1812014" cy="325755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2014" cy="325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E33A0" w:rsidRPr="00D146F1" w:rsidRDefault="006E33A0" w:rsidP="00E86859">
                          <w:pPr>
                            <w:jc w:val="right"/>
                            <w:rPr>
                              <w:color w:val="3C3C3C"/>
                              <w:szCs w:val="18"/>
                            </w:rPr>
                          </w:pPr>
                          <w:r w:rsidRPr="00D146F1">
                            <w:rPr>
                              <w:color w:val="3C3C3C"/>
                              <w:szCs w:val="18"/>
                            </w:rPr>
                            <w:t xml:space="preserve">       </w:t>
                          </w:r>
                          <w:r w:rsidR="00D146F1" w:rsidRPr="00D146F1">
                            <w:rPr>
                              <w:color w:val="3C3C3C"/>
                              <w:szCs w:val="18"/>
                            </w:rPr>
                            <w:t>16</w:t>
                          </w:r>
                          <w:r w:rsidR="00112C6D" w:rsidRPr="00D146F1">
                            <w:rPr>
                              <w:color w:val="3C3C3C"/>
                              <w:szCs w:val="18"/>
                              <w:vertAlign w:val="superscript"/>
                            </w:rPr>
                            <w:t>th</w:t>
                          </w:r>
                          <w:r w:rsidR="00112C6D" w:rsidRPr="00D146F1">
                            <w:rPr>
                              <w:color w:val="3C3C3C"/>
                              <w:szCs w:val="18"/>
                            </w:rPr>
                            <w:t xml:space="preserve"> </w:t>
                          </w:r>
                          <w:proofErr w:type="gramStart"/>
                          <w:r w:rsidR="00BC773A" w:rsidRPr="00D146F1">
                            <w:rPr>
                              <w:color w:val="3C3C3C"/>
                              <w:szCs w:val="18"/>
                            </w:rPr>
                            <w:t>Jan</w:t>
                          </w:r>
                          <w:r w:rsidR="00937687" w:rsidRPr="00D146F1">
                            <w:rPr>
                              <w:color w:val="3C3C3C"/>
                              <w:szCs w:val="18"/>
                            </w:rPr>
                            <w:t>uary</w:t>
                          </w:r>
                          <w:r w:rsidR="0004689D" w:rsidRPr="00D146F1">
                            <w:rPr>
                              <w:color w:val="3C3C3C"/>
                              <w:szCs w:val="18"/>
                            </w:rPr>
                            <w:t>,</w:t>
                          </w:r>
                          <w:proofErr w:type="gramEnd"/>
                          <w:r w:rsidR="00112C6D" w:rsidRPr="00D146F1">
                            <w:rPr>
                              <w:color w:val="3C3C3C"/>
                              <w:szCs w:val="18"/>
                            </w:rPr>
                            <w:t xml:space="preserve"> 20</w:t>
                          </w:r>
                          <w:r w:rsidR="00BC773A" w:rsidRPr="00D146F1">
                            <w:rPr>
                              <w:color w:val="3C3C3C"/>
                              <w:szCs w:val="18"/>
                            </w:rPr>
                            <w:t>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F8DC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8.7pt;margin-top:-5.95pt;width:142.7pt;height:25.6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" fillcolor="white [3201]" stroked="f" strokeweight=".5pt">
              <v:textbox>
                <w:txbxContent>
                  <w:p w:rsidR="006E33A0" w:rsidRPr="00D146F1" w:rsidRDefault="006E33A0" w:rsidP="00E86859">
                    <w:pPr>
                      <w:jc w:val="right"/>
                      <w:rPr>
                        <w:color w:val="3C3C3C"/>
                        <w:szCs w:val="18"/>
                      </w:rPr>
                    </w:pPr>
                    <w:r w:rsidRPr="00D146F1">
                      <w:rPr>
                        <w:color w:val="3C3C3C"/>
                        <w:szCs w:val="18"/>
                      </w:rPr>
                      <w:t xml:space="preserve">       </w:t>
                    </w:r>
                    <w:r w:rsidR="00D146F1" w:rsidRPr="00D146F1">
                      <w:rPr>
                        <w:color w:val="3C3C3C"/>
                        <w:szCs w:val="18"/>
                      </w:rPr>
                      <w:t>16</w:t>
                    </w:r>
                    <w:r w:rsidR="00112C6D" w:rsidRPr="00D146F1">
                      <w:rPr>
                        <w:color w:val="3C3C3C"/>
                        <w:szCs w:val="18"/>
                        <w:vertAlign w:val="superscript"/>
                      </w:rPr>
                      <w:t>th</w:t>
                    </w:r>
                    <w:r w:rsidR="00112C6D" w:rsidRPr="00D146F1">
                      <w:rPr>
                        <w:color w:val="3C3C3C"/>
                        <w:szCs w:val="18"/>
                      </w:rPr>
                      <w:t xml:space="preserve"> </w:t>
                    </w:r>
                    <w:proofErr w:type="gramStart"/>
                    <w:r w:rsidR="00BC773A" w:rsidRPr="00D146F1">
                      <w:rPr>
                        <w:color w:val="3C3C3C"/>
                        <w:szCs w:val="18"/>
                      </w:rPr>
                      <w:t>Jan</w:t>
                    </w:r>
                    <w:r w:rsidR="00937687" w:rsidRPr="00D146F1">
                      <w:rPr>
                        <w:color w:val="3C3C3C"/>
                        <w:szCs w:val="18"/>
                      </w:rPr>
                      <w:t>uary</w:t>
                    </w:r>
                    <w:r w:rsidR="0004689D" w:rsidRPr="00D146F1">
                      <w:rPr>
                        <w:color w:val="3C3C3C"/>
                        <w:szCs w:val="18"/>
                      </w:rPr>
                      <w:t>,</w:t>
                    </w:r>
                    <w:proofErr w:type="gramEnd"/>
                    <w:r w:rsidR="00112C6D" w:rsidRPr="00D146F1">
                      <w:rPr>
                        <w:color w:val="3C3C3C"/>
                        <w:szCs w:val="18"/>
                      </w:rPr>
                      <w:t xml:space="preserve"> 20</w:t>
                    </w:r>
                    <w:r w:rsidR="00BC773A" w:rsidRPr="00D146F1">
                      <w:rPr>
                        <w:color w:val="3C3C3C"/>
                        <w:szCs w:val="18"/>
                      </w:rPr>
                      <w:t>20</w:t>
                    </w:r>
                  </w:p>
                </w:txbxContent>
              </v:textbox>
            </v:shape>
          </w:pict>
        </mc:Fallback>
      </mc:AlternateContent>
    </w:r>
    <w:r w:rsidR="0004689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F7D4E5" wp14:editId="02AF0526">
              <wp:simplePos x="0" y="0"/>
              <wp:positionH relativeFrom="column">
                <wp:posOffset>-111760</wp:posOffset>
              </wp:positionH>
              <wp:positionV relativeFrom="paragraph">
                <wp:posOffset>-67945</wp:posOffset>
              </wp:positionV>
              <wp:extent cx="3076575" cy="325755"/>
              <wp:effectExtent l="0" t="0" r="9525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76575" cy="325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E33A0" w:rsidRPr="00DB376F" w:rsidRDefault="006E33A0">
                          <w:pPr>
                            <w:rPr>
                              <w:color w:val="9D9D9D" w:themeColor="background2" w:themeShade="BF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F7D4E5" id="Text Box 1" o:spid="_x0000_s1027" type="#_x0000_t202" style="position:absolute;margin-left:-8.8pt;margin-top:-5.35pt;width:242.25pt;height:25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" fillcolor="white [3201]" stroked="f" strokeweight=".5pt">
              <v:textbox>
                <w:txbxContent>
                  <w:p w:rsidR="006E33A0" w:rsidRPr="00DB376F" w:rsidRDefault="006E33A0">
                    <w:pPr>
                      <w:rPr>
                        <w:color w:val="9D9D9D" w:themeColor="background2" w:themeShade="BF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6F1"/>
    <w:rsid w:val="00003EB4"/>
    <w:rsid w:val="00023DBB"/>
    <w:rsid w:val="0004689D"/>
    <w:rsid w:val="000844E3"/>
    <w:rsid w:val="00084FF7"/>
    <w:rsid w:val="000E36F7"/>
    <w:rsid w:val="000F3966"/>
    <w:rsid w:val="000F6A05"/>
    <w:rsid w:val="00112C6D"/>
    <w:rsid w:val="001333A6"/>
    <w:rsid w:val="001375B9"/>
    <w:rsid w:val="001A4A24"/>
    <w:rsid w:val="001C3D7D"/>
    <w:rsid w:val="001C633E"/>
    <w:rsid w:val="00204B8E"/>
    <w:rsid w:val="00207613"/>
    <w:rsid w:val="00235518"/>
    <w:rsid w:val="002B163E"/>
    <w:rsid w:val="002E7850"/>
    <w:rsid w:val="00323254"/>
    <w:rsid w:val="003244E3"/>
    <w:rsid w:val="003412F8"/>
    <w:rsid w:val="003565DE"/>
    <w:rsid w:val="003A452D"/>
    <w:rsid w:val="003C1A10"/>
    <w:rsid w:val="003D784C"/>
    <w:rsid w:val="00435BD6"/>
    <w:rsid w:val="00471B1A"/>
    <w:rsid w:val="004F304B"/>
    <w:rsid w:val="00544C37"/>
    <w:rsid w:val="005654BA"/>
    <w:rsid w:val="00601EB8"/>
    <w:rsid w:val="00624D46"/>
    <w:rsid w:val="006411FE"/>
    <w:rsid w:val="00666B67"/>
    <w:rsid w:val="00687E4B"/>
    <w:rsid w:val="006E33A0"/>
    <w:rsid w:val="006F16DD"/>
    <w:rsid w:val="00712674"/>
    <w:rsid w:val="00714768"/>
    <w:rsid w:val="00760FDE"/>
    <w:rsid w:val="008971A2"/>
    <w:rsid w:val="008A3CEE"/>
    <w:rsid w:val="0091339F"/>
    <w:rsid w:val="009259EA"/>
    <w:rsid w:val="00937347"/>
    <w:rsid w:val="00937687"/>
    <w:rsid w:val="00956F59"/>
    <w:rsid w:val="00980505"/>
    <w:rsid w:val="00984908"/>
    <w:rsid w:val="009B684E"/>
    <w:rsid w:val="009E11CA"/>
    <w:rsid w:val="00A177AA"/>
    <w:rsid w:val="00A31234"/>
    <w:rsid w:val="00A80AB3"/>
    <w:rsid w:val="00A81CD9"/>
    <w:rsid w:val="00AB7173"/>
    <w:rsid w:val="00AC1A02"/>
    <w:rsid w:val="00AC2800"/>
    <w:rsid w:val="00AE1D50"/>
    <w:rsid w:val="00B10B51"/>
    <w:rsid w:val="00B432DC"/>
    <w:rsid w:val="00BB5A40"/>
    <w:rsid w:val="00BC773A"/>
    <w:rsid w:val="00C15616"/>
    <w:rsid w:val="00C44F96"/>
    <w:rsid w:val="00C70EBD"/>
    <w:rsid w:val="00C955B3"/>
    <w:rsid w:val="00CC0AC4"/>
    <w:rsid w:val="00D10E45"/>
    <w:rsid w:val="00D146F1"/>
    <w:rsid w:val="00D34818"/>
    <w:rsid w:val="00D4026C"/>
    <w:rsid w:val="00DA32F5"/>
    <w:rsid w:val="00DB376F"/>
    <w:rsid w:val="00DC413C"/>
    <w:rsid w:val="00E270D6"/>
    <w:rsid w:val="00E86859"/>
    <w:rsid w:val="00EB4D28"/>
    <w:rsid w:val="00EC7941"/>
    <w:rsid w:val="00EF3330"/>
    <w:rsid w:val="00F422FF"/>
    <w:rsid w:val="00F9176E"/>
    <w:rsid w:val="00FA2F77"/>
    <w:rsid w:val="00FB6B8B"/>
    <w:rsid w:val="00FC1B81"/>
    <w:rsid w:val="00FE2203"/>
    <w:rsid w:val="00FE72CC"/>
    <w:rsid w:val="00F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400E70"/>
  <w15:chartTrackingRefBased/>
  <w15:docId w15:val="{5F77B473-136F-4F46-86EE-0930020C3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3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3"/>
    <w:qFormat/>
    <w:rsid w:val="00980505"/>
    <w:pPr>
      <w:spacing w:after="0" w:line="240" w:lineRule="auto"/>
    </w:pPr>
    <w:rPr>
      <w:rFonts w:ascii="Microsoft JhengHei UI" w:hAnsi="Microsoft JhengHei UI" w:cs="Calibri"/>
      <w:sz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D4026C"/>
    <w:pPr>
      <w:keepNext/>
      <w:keepLines/>
      <w:outlineLvl w:val="0"/>
    </w:pPr>
    <w:rPr>
      <w:rFonts w:eastAsia="Microsoft JhengHei UI" w:cstheme="majorBidi"/>
      <w:b/>
      <w:bCs/>
      <w:color w:val="0070C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D4026C"/>
    <w:pPr>
      <w:keepNext/>
      <w:keepLines/>
      <w:outlineLvl w:val="1"/>
    </w:pPr>
    <w:rPr>
      <w:rFonts w:eastAsia="Microsoft JhengHei UI" w:cstheme="majorBidi"/>
      <w:b/>
      <w:bCs/>
      <w:color w:val="0070C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2"/>
    <w:qFormat/>
    <w:rsid w:val="00D4026C"/>
    <w:pPr>
      <w:keepNext/>
      <w:keepLines/>
      <w:outlineLvl w:val="2"/>
    </w:pPr>
    <w:rPr>
      <w:rFonts w:eastAsia="Microsoft JhengHei UI" w:cstheme="majorBidi"/>
      <w:b/>
      <w:bCs/>
      <w:color w:val="0070C0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026C"/>
    <w:pPr>
      <w:keepNext/>
      <w:keepLines/>
      <w:outlineLvl w:val="3"/>
    </w:pPr>
    <w:rPr>
      <w:rFonts w:asciiTheme="majorHAnsi" w:eastAsiaTheme="majorEastAsia" w:hAnsiTheme="majorHAnsi" w:cstheme="majorBidi"/>
      <w:bCs/>
      <w:i/>
      <w:iCs/>
      <w:color w:val="F7154B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3A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C10632" w:themeColor="accent1" w:themeShade="BF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3A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800421" w:themeColor="accent1" w:themeShade="7F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3A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800421" w:themeColor="accent1" w:themeShade="7F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3A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3A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026C"/>
    <w:rPr>
      <w:rFonts w:ascii="Microsoft JhengHei UI" w:eastAsia="Microsoft JhengHei UI" w:hAnsi="Microsoft JhengHei UI" w:cstheme="majorBidi"/>
      <w:b/>
      <w:bCs/>
      <w:color w:val="0070C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D4026C"/>
    <w:rPr>
      <w:rFonts w:ascii="Microsoft JhengHei UI" w:eastAsia="Microsoft JhengHei UI" w:hAnsi="Microsoft JhengHei UI" w:cstheme="majorBidi"/>
      <w:b/>
      <w:bCs/>
      <w:color w:val="0070C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D4026C"/>
    <w:rPr>
      <w:rFonts w:ascii="Microsoft JhengHei UI" w:eastAsia="Microsoft JhengHei UI" w:hAnsi="Microsoft JhengHei UI" w:cstheme="majorBidi"/>
      <w:b/>
      <w:bCs/>
      <w:color w:val="0070C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026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D4026C"/>
    <w:rPr>
      <w:rFonts w:asciiTheme="majorHAnsi" w:eastAsiaTheme="majorEastAsia" w:hAnsiTheme="majorHAnsi" w:cstheme="majorBidi"/>
      <w:bCs/>
      <w:i/>
      <w:iCs/>
      <w:color w:val="F7154B" w:themeColor="accent1"/>
    </w:rPr>
  </w:style>
  <w:style w:type="paragraph" w:customStyle="1" w:styleId="TOC1">
    <w:name w:val="TOC1"/>
    <w:basedOn w:val="Heading4"/>
    <w:link w:val="TOC1Char"/>
    <w:rsid w:val="00D4026C"/>
    <w:rPr>
      <w:b/>
      <w:i w:val="0"/>
      <w:color w:val="0070C0"/>
    </w:rPr>
  </w:style>
  <w:style w:type="character" w:customStyle="1" w:styleId="TOC1Char">
    <w:name w:val="TOC1 Char"/>
    <w:basedOn w:val="Heading4Char"/>
    <w:link w:val="TOC1"/>
    <w:rsid w:val="00D4026C"/>
    <w:rPr>
      <w:rFonts w:asciiTheme="majorHAnsi" w:eastAsiaTheme="majorEastAsia" w:hAnsiTheme="majorHAnsi" w:cstheme="majorBidi"/>
      <w:b/>
      <w:bCs/>
      <w:i w:val="0"/>
      <w:iCs/>
      <w:color w:val="0070C0"/>
      <w:sz w:val="20"/>
    </w:rPr>
  </w:style>
  <w:style w:type="paragraph" w:customStyle="1" w:styleId="TOC2">
    <w:name w:val="TOC2"/>
    <w:basedOn w:val="Normal"/>
    <w:rsid w:val="00D4026C"/>
  </w:style>
  <w:style w:type="paragraph" w:customStyle="1" w:styleId="TOC3">
    <w:name w:val="TOC3"/>
    <w:basedOn w:val="TOC2"/>
    <w:rsid w:val="00D4026C"/>
  </w:style>
  <w:style w:type="paragraph" w:styleId="ListParagraph">
    <w:name w:val="List Paragraph"/>
    <w:basedOn w:val="Normal"/>
    <w:uiPriority w:val="34"/>
    <w:qFormat/>
    <w:rsid w:val="00D4026C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026C"/>
    <w:pPr>
      <w:spacing w:before="480" w:line="276" w:lineRule="auto"/>
      <w:outlineLvl w:val="9"/>
    </w:pPr>
    <w:rPr>
      <w:rFonts w:asciiTheme="majorHAnsi" w:hAnsiTheme="majorHAnsi"/>
      <w:color w:val="C10632" w:themeColor="accent1" w:themeShade="BF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402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026C"/>
    <w:rPr>
      <w:rFonts w:ascii="Segoe UI" w:hAnsi="Segoe UI"/>
      <w:sz w:val="20"/>
    </w:rPr>
  </w:style>
  <w:style w:type="paragraph" w:styleId="Footer">
    <w:name w:val="footer"/>
    <w:basedOn w:val="Normal"/>
    <w:link w:val="FooterChar"/>
    <w:uiPriority w:val="99"/>
    <w:unhideWhenUsed/>
    <w:rsid w:val="00D402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026C"/>
    <w:rPr>
      <w:rFonts w:ascii="Segoe UI" w:hAnsi="Segoe UI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33A6"/>
    <w:rPr>
      <w:rFonts w:asciiTheme="majorHAnsi" w:eastAsiaTheme="majorEastAsia" w:hAnsiTheme="majorHAnsi" w:cstheme="majorBidi"/>
      <w:color w:val="C10632" w:themeColor="accent1" w:themeShade="BF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33A6"/>
    <w:rPr>
      <w:rFonts w:asciiTheme="majorHAnsi" w:eastAsiaTheme="majorEastAsia" w:hAnsiTheme="majorHAnsi" w:cstheme="majorBidi"/>
      <w:color w:val="800421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33A6"/>
    <w:rPr>
      <w:rFonts w:asciiTheme="majorHAnsi" w:eastAsiaTheme="majorEastAsia" w:hAnsiTheme="majorHAnsi" w:cstheme="majorBidi"/>
      <w:i/>
      <w:iCs/>
      <w:color w:val="800421" w:themeColor="accent1" w:themeShade="7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33A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33A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0">
    <w:name w:val="toc 1"/>
    <w:basedOn w:val="Normal"/>
    <w:next w:val="Normal"/>
    <w:autoRedefine/>
    <w:uiPriority w:val="39"/>
    <w:semiHidden/>
    <w:unhideWhenUsed/>
    <w:qFormat/>
    <w:rsid w:val="001333A6"/>
    <w:pPr>
      <w:tabs>
        <w:tab w:val="right" w:leader="dot" w:pos="9016"/>
      </w:tabs>
      <w:spacing w:after="100"/>
    </w:pPr>
    <w:rPr>
      <w:noProof/>
      <w:color w:val="0070C0"/>
    </w:rPr>
  </w:style>
  <w:style w:type="paragraph" w:styleId="TOC20">
    <w:name w:val="toc 2"/>
    <w:basedOn w:val="Normal"/>
    <w:next w:val="Normal"/>
    <w:autoRedefine/>
    <w:uiPriority w:val="39"/>
    <w:semiHidden/>
    <w:unhideWhenUsed/>
    <w:qFormat/>
    <w:rsid w:val="001333A6"/>
    <w:pPr>
      <w:tabs>
        <w:tab w:val="right" w:leader="dot" w:pos="9017"/>
      </w:tabs>
      <w:spacing w:after="100"/>
      <w:ind w:left="200"/>
    </w:pPr>
    <w:rPr>
      <w:rFonts w:eastAsiaTheme="minorEastAsia"/>
      <w:noProof/>
      <w:color w:val="000000" w:themeColor="text1"/>
      <w:szCs w:val="16"/>
      <w:lang w:eastAsia="en-NZ"/>
    </w:rPr>
  </w:style>
  <w:style w:type="paragraph" w:styleId="TOC30">
    <w:name w:val="toc 3"/>
    <w:basedOn w:val="Normal"/>
    <w:next w:val="Normal"/>
    <w:autoRedefine/>
    <w:uiPriority w:val="39"/>
    <w:semiHidden/>
    <w:unhideWhenUsed/>
    <w:qFormat/>
    <w:rsid w:val="001333A6"/>
    <w:pPr>
      <w:spacing w:after="100"/>
      <w:ind w:left="400"/>
    </w:pPr>
  </w:style>
  <w:style w:type="paragraph" w:styleId="Caption">
    <w:name w:val="caption"/>
    <w:basedOn w:val="Normal"/>
    <w:next w:val="Normal"/>
    <w:uiPriority w:val="35"/>
    <w:unhideWhenUsed/>
    <w:qFormat/>
    <w:rsid w:val="00D4026C"/>
    <w:pPr>
      <w:spacing w:after="100"/>
    </w:pPr>
    <w:rPr>
      <w:bCs/>
      <w:color w:val="000080" w:themeColor="accent4" w:themeShade="8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026C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4026C"/>
    <w:rPr>
      <w:rFonts w:eastAsiaTheme="minorEastAsia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D4026C"/>
    <w:rPr>
      <w:b/>
      <w:bCs/>
    </w:rPr>
  </w:style>
  <w:style w:type="character" w:styleId="Emphasis">
    <w:name w:val="Emphasis"/>
    <w:basedOn w:val="DefaultParagraphFont"/>
    <w:uiPriority w:val="20"/>
    <w:qFormat/>
    <w:rsid w:val="00D4026C"/>
    <w:rPr>
      <w:i/>
      <w:iCs/>
    </w:rPr>
  </w:style>
  <w:style w:type="paragraph" w:styleId="BalloonText">
    <w:name w:val="Balloon Text"/>
    <w:basedOn w:val="Normal"/>
    <w:link w:val="BalloonTextChar"/>
    <w:semiHidden/>
    <w:unhideWhenUsed/>
    <w:qFormat/>
    <w:rsid w:val="001333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333A6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4"/>
    <w:unhideWhenUsed/>
    <w:qFormat/>
    <w:rsid w:val="00D4026C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4"/>
    <w:rsid w:val="00D4026C"/>
    <w:rPr>
      <w:rFonts w:eastAsiaTheme="minorEastAsia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D4026C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D4026C"/>
    <w:rPr>
      <w:i/>
      <w:iCs/>
      <w:color w:val="404040" w:themeColor="text1" w:themeTint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026C"/>
    <w:pPr>
      <w:pBdr>
        <w:top w:val="single" w:sz="4" w:space="10" w:color="F7154B" w:themeColor="accent1"/>
        <w:bottom w:val="single" w:sz="4" w:space="10" w:color="F7154B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7154B" w:themeColor="accent1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026C"/>
    <w:rPr>
      <w:i/>
      <w:iCs/>
      <w:color w:val="F7154B" w:themeColor="accent1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D4026C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4026C"/>
    <w:rPr>
      <w:i/>
      <w:iCs/>
      <w:color w:val="F7154B" w:themeColor="accent1"/>
    </w:rPr>
  </w:style>
  <w:style w:type="character" w:styleId="SubtleReference">
    <w:name w:val="Subtle Reference"/>
    <w:basedOn w:val="DefaultParagraphFont"/>
    <w:uiPriority w:val="31"/>
    <w:qFormat/>
    <w:rsid w:val="00D4026C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D4026C"/>
    <w:rPr>
      <w:b/>
      <w:bCs/>
      <w:smallCaps/>
      <w:color w:val="F7154B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D4026C"/>
    <w:rPr>
      <w:b/>
      <w:bCs/>
      <w:i/>
      <w:iCs/>
      <w:spacing w:val="5"/>
    </w:rPr>
  </w:style>
  <w:style w:type="paragraph" w:styleId="FootnoteText">
    <w:name w:val="footnote text"/>
    <w:basedOn w:val="Normal"/>
    <w:link w:val="FootnoteTextChar"/>
    <w:uiPriority w:val="10"/>
    <w:rsid w:val="00D4026C"/>
    <w:rPr>
      <w:color w:val="0095AA" w:themeColor="accent5" w:themeTint="E6"/>
    </w:rPr>
  </w:style>
  <w:style w:type="character" w:customStyle="1" w:styleId="FootnoteTextChar">
    <w:name w:val="Footnote Text Char"/>
    <w:basedOn w:val="DefaultParagraphFont"/>
    <w:link w:val="FootnoteText"/>
    <w:uiPriority w:val="10"/>
    <w:rsid w:val="00D4026C"/>
    <w:rPr>
      <w:rFonts w:ascii="Segoe UI" w:hAnsi="Segoe UI"/>
      <w:color w:val="0095AA" w:themeColor="accent5" w:themeTint="E6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5616"/>
    <w:rPr>
      <w:vertAlign w:val="superscript"/>
    </w:rPr>
  </w:style>
  <w:style w:type="table" w:styleId="TableGrid">
    <w:name w:val="Table Grid"/>
    <w:basedOn w:val="TableNormal"/>
    <w:uiPriority w:val="39"/>
    <w:rsid w:val="00D40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\AppData\Roaming\Microsoft\Templates\Standard%20Blank%20with%20head-foot%20-%20my%20theme%20A4.dotx" TargetMode="External"/></Relationships>
</file>

<file path=word/theme/theme1.xml><?xml version="1.0" encoding="utf-8"?>
<a:theme xmlns:a="http://schemas.openxmlformats.org/drawingml/2006/main" name="Office Theme">
  <a:themeElements>
    <a:clrScheme name="Paul_3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7154B"/>
      </a:accent1>
      <a:accent2>
        <a:srgbClr val="B30547"/>
      </a:accent2>
      <a:accent3>
        <a:srgbClr val="5399FF"/>
      </a:accent3>
      <a:accent4>
        <a:srgbClr val="0000FF"/>
      </a:accent4>
      <a:accent5>
        <a:srgbClr val="007686"/>
      </a:accent5>
      <a:accent6>
        <a:srgbClr val="000028"/>
      </a:accent6>
      <a:hlink>
        <a:srgbClr val="481FF5"/>
      </a:hlink>
      <a:folHlink>
        <a:srgbClr val="FF000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5B01A-EE41-4E62-9A32-86FD5D10E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 Blank with head-foot - my theme A4.dotx</Template>
  <TotalTime>6</TotalTime>
  <Pages>4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Barrett</dc:creator>
  <cp:keywords/>
  <dc:description/>
  <cp:lastModifiedBy>Paul Barrett</cp:lastModifiedBy>
  <cp:revision>7</cp:revision>
  <dcterms:created xsi:type="dcterms:W3CDTF">2020-01-14T21:36:00Z</dcterms:created>
  <dcterms:modified xsi:type="dcterms:W3CDTF">2020-01-14T21:46:00Z</dcterms:modified>
</cp:coreProperties>
</file>